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F2" w:rsidRPr="000440D4" w:rsidRDefault="00035EF2" w:rsidP="000A235E">
      <w:pPr>
        <w:pStyle w:val="NoSpacing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440D4">
        <w:rPr>
          <w:rFonts w:ascii="Times New Roman" w:hAnsi="Times New Roman"/>
          <w:sz w:val="28"/>
          <w:szCs w:val="28"/>
          <w:lang w:eastAsia="ru-RU"/>
        </w:rPr>
        <w:t xml:space="preserve">Проект Постановления </w:t>
      </w:r>
    </w:p>
    <w:p w:rsidR="00035EF2" w:rsidRDefault="00035EF2" w:rsidP="000440D4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  <w:r w:rsidRPr="000440D4">
        <w:rPr>
          <w:rFonts w:ascii="Times New Roman" w:hAnsi="Times New Roman"/>
          <w:sz w:val="28"/>
          <w:szCs w:val="28"/>
          <w:lang w:eastAsia="ru-RU"/>
        </w:rPr>
        <w:t>Правительства Новосибирской области</w:t>
      </w:r>
    </w:p>
    <w:p w:rsidR="00035EF2" w:rsidRDefault="00035EF2" w:rsidP="000440D4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35EF2" w:rsidRDefault="00035EF2" w:rsidP="000440D4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35EF2" w:rsidRPr="000440D4" w:rsidRDefault="00035EF2" w:rsidP="000440D4">
      <w:pPr>
        <w:pStyle w:val="NoSpacing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35EF2" w:rsidRDefault="00035EF2" w:rsidP="000440D4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5EF2" w:rsidRDefault="00035EF2" w:rsidP="000440D4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5EF2" w:rsidRPr="00BC3A3E" w:rsidRDefault="00035EF2" w:rsidP="00BC3A3E">
      <w:pPr>
        <w:shd w:val="clear" w:color="auto" w:fill="FFFFFF"/>
        <w:spacing w:after="0" w:line="240" w:lineRule="auto"/>
        <w:ind w:left="154" w:firstLine="734"/>
        <w:rPr>
          <w:rFonts w:ascii="Times New Roman" w:hAnsi="Times New Roman"/>
        </w:rPr>
      </w:pPr>
      <w:r w:rsidRPr="00BC3A3E">
        <w:rPr>
          <w:rFonts w:ascii="Times New Roman" w:hAnsi="Times New Roman"/>
          <w:bCs/>
          <w:spacing w:val="-1"/>
          <w:sz w:val="28"/>
          <w:szCs w:val="28"/>
        </w:rPr>
        <w:t>О порядке и условиях предоставления в аренду государственного</w:t>
      </w:r>
    </w:p>
    <w:p w:rsidR="00035EF2" w:rsidRPr="00BC3A3E" w:rsidRDefault="00035EF2" w:rsidP="00BC3A3E">
      <w:pPr>
        <w:shd w:val="clear" w:color="auto" w:fill="FFFFFF"/>
        <w:spacing w:after="0" w:line="240" w:lineRule="auto"/>
        <w:ind w:right="86"/>
        <w:jc w:val="center"/>
        <w:rPr>
          <w:rFonts w:ascii="Times New Roman" w:hAnsi="Times New Roman"/>
        </w:rPr>
      </w:pPr>
      <w:r w:rsidRPr="00BC3A3E">
        <w:rPr>
          <w:rFonts w:ascii="Times New Roman" w:hAnsi="Times New Roman"/>
          <w:bCs/>
          <w:sz w:val="28"/>
          <w:szCs w:val="28"/>
        </w:rPr>
        <w:t>имущества Новосибирской области, включенного в перечень</w:t>
      </w:r>
    </w:p>
    <w:p w:rsidR="00035EF2" w:rsidRPr="00BC3A3E" w:rsidRDefault="00035EF2" w:rsidP="00BC3A3E">
      <w:pPr>
        <w:shd w:val="clear" w:color="auto" w:fill="FFFFFF"/>
        <w:spacing w:after="0" w:line="240" w:lineRule="auto"/>
        <w:ind w:right="86"/>
        <w:jc w:val="center"/>
        <w:rPr>
          <w:rFonts w:ascii="Times New Roman" w:hAnsi="Times New Roman"/>
        </w:rPr>
      </w:pPr>
      <w:r w:rsidRPr="00BC3A3E">
        <w:rPr>
          <w:rFonts w:ascii="Times New Roman" w:hAnsi="Times New Roman"/>
          <w:bCs/>
          <w:sz w:val="28"/>
          <w:szCs w:val="28"/>
        </w:rPr>
        <w:t>государственного имущества Новосибирской области, свободного от прав</w:t>
      </w:r>
    </w:p>
    <w:p w:rsidR="00035EF2" w:rsidRPr="00BC3A3E" w:rsidRDefault="00035EF2" w:rsidP="00BC3A3E">
      <w:pPr>
        <w:shd w:val="clear" w:color="auto" w:fill="FFFFFF"/>
        <w:spacing w:after="0" w:line="240" w:lineRule="auto"/>
        <w:ind w:right="101"/>
        <w:jc w:val="center"/>
        <w:rPr>
          <w:rFonts w:ascii="Times New Roman" w:hAnsi="Times New Roman"/>
        </w:rPr>
      </w:pPr>
      <w:r w:rsidRPr="00BC3A3E">
        <w:rPr>
          <w:rFonts w:ascii="Times New Roman" w:hAnsi="Times New Roman"/>
          <w:bCs/>
          <w:sz w:val="28"/>
          <w:szCs w:val="28"/>
        </w:rPr>
        <w:t>третьих лиц (за исключением имущественных прав субъектов малого и</w:t>
      </w:r>
    </w:p>
    <w:p w:rsidR="00035EF2" w:rsidRPr="00BC3A3E" w:rsidRDefault="00035EF2" w:rsidP="00BC3A3E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C3A3E">
        <w:rPr>
          <w:rFonts w:ascii="Times New Roman" w:hAnsi="Times New Roman"/>
          <w:bCs/>
          <w:spacing w:val="-1"/>
          <w:sz w:val="28"/>
          <w:szCs w:val="28"/>
        </w:rPr>
        <w:t>среднего предпринимательства)</w:t>
      </w:r>
    </w:p>
    <w:p w:rsidR="00035EF2" w:rsidRDefault="00035EF2" w:rsidP="000440D4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5EF2" w:rsidRDefault="00035EF2" w:rsidP="000440D4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5EF2" w:rsidRDefault="00035EF2" w:rsidP="000440D4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35EF2" w:rsidRPr="009C48D6" w:rsidRDefault="00035EF2" w:rsidP="00050B00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440D4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статьей 18</w:t>
      </w:r>
      <w:r w:rsidRPr="000440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5" w:history="1">
        <w:r w:rsidRPr="000440D4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eastAsia="ru-RU"/>
          </w:rPr>
          <w:t>Фед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eastAsia="ru-RU"/>
          </w:rPr>
          <w:t>ерального закона от 24.07.2007 № 209-ФЗ «</w:t>
        </w:r>
        <w:r w:rsidRPr="000440D4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eastAsia="ru-RU"/>
          </w:rPr>
          <w:t>О развитии малого и с</w:t>
        </w:r>
        <w:r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eastAsia="ru-RU"/>
          </w:rPr>
          <w:t>реднего предпринимательства в </w:t>
        </w:r>
        <w:r w:rsidRPr="000440D4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eastAsia="ru-RU"/>
          </w:rPr>
          <w:t>Российской Федерации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Pr="009C48D6">
        <w:rPr>
          <w:rFonts w:ascii="Times New Roman" w:hAnsi="Times New Roman"/>
          <w:color w:val="000000"/>
          <w:sz w:val="28"/>
          <w:szCs w:val="28"/>
        </w:rPr>
        <w:t xml:space="preserve">статьей 21 Закона Новосибирской области от 02.07.2008 № 245-ОЗ «О развитии малого и среднего предпринимательства в Новосибирской области», Правительство Новосибирской области </w:t>
      </w:r>
      <w:r w:rsidRPr="009C48D6">
        <w:rPr>
          <w:rFonts w:ascii="Times New Roman" w:hAnsi="Times New Roman"/>
          <w:b/>
          <w:color w:val="000000"/>
          <w:sz w:val="28"/>
          <w:szCs w:val="28"/>
        </w:rPr>
        <w:t>п о с т а н о в л я е т:</w:t>
      </w:r>
    </w:p>
    <w:p w:rsidR="00035EF2" w:rsidRPr="009C48D6" w:rsidRDefault="00035EF2" w:rsidP="000440D4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</w:p>
    <w:p w:rsidR="00035EF2" w:rsidRDefault="00035EF2" w:rsidP="00B66FAF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054C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9C48D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C48D6">
        <w:rPr>
          <w:rFonts w:ascii="Times New Roman" w:hAnsi="Times New Roman"/>
          <w:sz w:val="28"/>
          <w:szCs w:val="28"/>
          <w:lang w:eastAsia="ru-RU"/>
        </w:rPr>
        <w:t xml:space="preserve"> Утвердить </w:t>
      </w:r>
      <w:r w:rsidRPr="009C48D6">
        <w:rPr>
          <w:rFonts w:ascii="Times New Roman" w:hAnsi="Times New Roman"/>
          <w:color w:val="000000"/>
          <w:sz w:val="28"/>
          <w:szCs w:val="28"/>
          <w:lang w:eastAsia="ru-RU"/>
        </w:rPr>
        <w:t>прилагаемый</w:t>
      </w:r>
      <w:r w:rsidRPr="009C48D6">
        <w:rPr>
          <w:rFonts w:ascii="Times New Roman" w:hAnsi="Times New Roman"/>
          <w:sz w:val="28"/>
          <w:szCs w:val="28"/>
        </w:rPr>
        <w:t xml:space="preserve"> Порядок и условия предоставления в аренду государственного имущества Новосибирской области, включенного в перечень государственного  имущества Новосибирской области, </w:t>
      </w:r>
      <w:r w:rsidRPr="009C48D6">
        <w:rPr>
          <w:rFonts w:ascii="Times New Roman" w:hAnsi="Times New Roman"/>
          <w:color w:val="000000"/>
          <w:sz w:val="28"/>
          <w:szCs w:val="28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предпринимательства).</w:t>
      </w:r>
    </w:p>
    <w:p w:rsidR="00035EF2" w:rsidRDefault="00035EF2" w:rsidP="00B66FAF">
      <w:pPr>
        <w:pStyle w:val="NoSpacing"/>
        <w:ind w:firstLine="708"/>
        <w:jc w:val="both"/>
      </w:pPr>
      <w:r w:rsidRPr="00D0054C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462AA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Pr="00EC548F">
        <w:rPr>
          <w:rFonts w:ascii="Times New Roman" w:hAnsi="Times New Roman"/>
          <w:sz w:val="28"/>
          <w:szCs w:val="28"/>
        </w:rPr>
        <w:t xml:space="preserve">Утвердить </w:t>
      </w:r>
      <w:hyperlink w:anchor="P30" w:history="1">
        <w:r w:rsidRPr="00EC548F">
          <w:rPr>
            <w:rFonts w:ascii="Times New Roman" w:hAnsi="Times New Roman"/>
            <w:sz w:val="28"/>
            <w:szCs w:val="28"/>
          </w:rPr>
          <w:t>перечень</w:t>
        </w:r>
      </w:hyperlink>
      <w:r w:rsidRPr="00EC548F">
        <w:rPr>
          <w:rFonts w:ascii="Times New Roman" w:hAnsi="Times New Roman"/>
          <w:sz w:val="28"/>
          <w:szCs w:val="28"/>
        </w:rPr>
        <w:t xml:space="preserve"> социально значимых видов деятельности, осуществляемых субъектами малого и среднего предпринимательства в городе Новосибирске (приложение)</w:t>
      </w:r>
      <w:r>
        <w:t>.</w:t>
      </w:r>
    </w:p>
    <w:p w:rsidR="00035EF2" w:rsidRPr="007C5EA8" w:rsidRDefault="00035EF2" w:rsidP="007C5EA8">
      <w:pPr>
        <w:pStyle w:val="NoSpacing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7C5EA8">
        <w:rPr>
          <w:rFonts w:ascii="Times New Roman" w:hAnsi="Times New Roman"/>
          <w:sz w:val="28"/>
          <w:szCs w:val="28"/>
        </w:rPr>
        <w:t>3. Обеспечить опубликование постановления в установленном порядке в газете «Советская Сибирь» и разместить на официальном сайте Правительства Новосибирской области в информационно-телекоммуникационной сети Интернет в течение 10 рабочих дней со дня его утверждения.</w:t>
      </w:r>
    </w:p>
    <w:p w:rsidR="00035EF2" w:rsidRPr="000440D4" w:rsidRDefault="00035EF2" w:rsidP="00B66FAF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Pr="000440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за исполнением постановления возложить 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первого заместителя Председателя Правительства Новосибирской области Знаткова В.М.</w:t>
      </w:r>
    </w:p>
    <w:p w:rsidR="00035EF2" w:rsidRDefault="00035EF2" w:rsidP="00AB2A9B">
      <w:pPr>
        <w:pStyle w:val="NoSpacing"/>
      </w:pPr>
    </w:p>
    <w:p w:rsidR="00035EF2" w:rsidRPr="006E11C3" w:rsidRDefault="00035EF2" w:rsidP="000440D4">
      <w:pPr>
        <w:pStyle w:val="NoSpacing"/>
        <w:rPr>
          <w:rFonts w:ascii="Times New Roman" w:hAnsi="Times New Roman"/>
          <w:color w:val="000000"/>
          <w:sz w:val="28"/>
          <w:szCs w:val="28"/>
        </w:rPr>
      </w:pPr>
    </w:p>
    <w:p w:rsidR="00035EF2" w:rsidRDefault="00035EF2" w:rsidP="000440D4">
      <w:pPr>
        <w:pStyle w:val="NoSpacing"/>
        <w:rPr>
          <w:rFonts w:ascii="Times New Roman" w:hAnsi="Times New Roman"/>
          <w:sz w:val="28"/>
          <w:szCs w:val="28"/>
          <w:lang w:eastAsia="ru-RU"/>
        </w:rPr>
      </w:pPr>
    </w:p>
    <w:p w:rsidR="00035EF2" w:rsidRDefault="00035EF2" w:rsidP="000440D4">
      <w:pPr>
        <w:pStyle w:val="NoSpacing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Губернатор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В.Ф. Городецкий</w:t>
      </w:r>
    </w:p>
    <w:p w:rsidR="00035EF2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Pr="006E11C3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Pr="006E11C3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Pr="006E11C3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Default="00035EF2" w:rsidP="000440D4">
      <w:pPr>
        <w:pStyle w:val="NoSpacing"/>
        <w:rPr>
          <w:rFonts w:ascii="Times New Roman" w:hAnsi="Times New Roman"/>
          <w:sz w:val="20"/>
          <w:szCs w:val="20"/>
          <w:lang w:eastAsia="ru-RU"/>
        </w:rPr>
      </w:pPr>
    </w:p>
    <w:p w:rsidR="00035EF2" w:rsidRPr="00ED6FC1" w:rsidRDefault="00035EF2" w:rsidP="000A235E">
      <w:pPr>
        <w:pStyle w:val="NoSpacing"/>
        <w:outlineLvl w:val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Р</w:t>
      </w:r>
      <w:r w:rsidRPr="00ED6FC1">
        <w:rPr>
          <w:rFonts w:ascii="Times New Roman" w:hAnsi="Times New Roman"/>
          <w:sz w:val="20"/>
          <w:szCs w:val="20"/>
          <w:lang w:eastAsia="ru-RU"/>
        </w:rPr>
        <w:t>.Г. Шилохвостов</w:t>
      </w:r>
    </w:p>
    <w:p w:rsidR="00035EF2" w:rsidRPr="000440D4" w:rsidRDefault="00035EF2" w:rsidP="000440D4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ED6FC1">
        <w:rPr>
          <w:rFonts w:ascii="Times New Roman" w:hAnsi="Times New Roman"/>
          <w:sz w:val="20"/>
          <w:szCs w:val="20"/>
          <w:lang w:eastAsia="ru-RU"/>
        </w:rPr>
        <w:t>223 95 26</w:t>
      </w:r>
    </w:p>
    <w:p w:rsidR="00035EF2" w:rsidRPr="00FB6677" w:rsidRDefault="00035EF2" w:rsidP="00FB6677">
      <w:pPr>
        <w:pStyle w:val="NoSpacing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6677">
        <w:rPr>
          <w:rFonts w:ascii="Times New Roman" w:hAnsi="Times New Roman"/>
          <w:sz w:val="28"/>
          <w:szCs w:val="28"/>
          <w:lang w:eastAsia="ru-RU"/>
        </w:rPr>
        <w:t xml:space="preserve">Утвержден </w:t>
      </w:r>
    </w:p>
    <w:p w:rsidR="00035EF2" w:rsidRPr="00FB6677" w:rsidRDefault="00035EF2" w:rsidP="00FB6677">
      <w:pPr>
        <w:pStyle w:val="NoSpacing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6677">
        <w:rPr>
          <w:rFonts w:ascii="Times New Roman" w:hAnsi="Times New Roman"/>
          <w:sz w:val="28"/>
          <w:szCs w:val="28"/>
          <w:lang w:eastAsia="ru-RU"/>
        </w:rPr>
        <w:t>постановлением  Правительства Новосибирской области</w:t>
      </w:r>
    </w:p>
    <w:p w:rsidR="00035EF2" w:rsidRPr="00ED6FC1" w:rsidRDefault="00035EF2" w:rsidP="00FB6677">
      <w:pPr>
        <w:pStyle w:val="NoSpacing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6677">
        <w:rPr>
          <w:rFonts w:ascii="Times New Roman" w:hAnsi="Times New Roman"/>
          <w:sz w:val="28"/>
          <w:szCs w:val="28"/>
          <w:lang w:eastAsia="ru-RU"/>
        </w:rPr>
        <w:t>от _____________ № _________</w:t>
      </w:r>
    </w:p>
    <w:p w:rsidR="00035EF2" w:rsidRDefault="00035EF2" w:rsidP="00FB6677">
      <w:pPr>
        <w:pStyle w:val="NoSpacing"/>
      </w:pPr>
    </w:p>
    <w:p w:rsidR="00035EF2" w:rsidRDefault="00035EF2" w:rsidP="000A235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E7798">
        <w:rPr>
          <w:rFonts w:ascii="Times New Roman" w:hAnsi="Times New Roman"/>
          <w:sz w:val="28"/>
          <w:szCs w:val="28"/>
        </w:rPr>
        <w:t xml:space="preserve">Порядок и условия </w:t>
      </w:r>
    </w:p>
    <w:p w:rsidR="00035EF2" w:rsidRDefault="00035EF2" w:rsidP="00FB6677">
      <w:pPr>
        <w:pStyle w:val="NoSpacing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E7798">
        <w:rPr>
          <w:rFonts w:ascii="Times New Roman" w:hAnsi="Times New Roman"/>
          <w:sz w:val="28"/>
          <w:szCs w:val="28"/>
        </w:rPr>
        <w:t xml:space="preserve">предоставления в аренду государственного имущества Новосибирской области, </w:t>
      </w:r>
      <w:r w:rsidRPr="00FB6677">
        <w:rPr>
          <w:rFonts w:ascii="Times New Roman" w:hAnsi="Times New Roman"/>
          <w:sz w:val="28"/>
          <w:szCs w:val="28"/>
        </w:rPr>
        <w:t xml:space="preserve">включенного в перечень государственного  имущества Новосибирской области, </w:t>
      </w:r>
      <w:r w:rsidRPr="00FB66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свободного от прав третьих лиц (за исключением имущественных прав субъектов малого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среднего предпринимательства)</w:t>
      </w:r>
    </w:p>
    <w:p w:rsidR="00035EF2" w:rsidRDefault="00035EF2" w:rsidP="00FB6677">
      <w:pPr>
        <w:jc w:val="center"/>
        <w:rPr>
          <w:rFonts w:ascii="Times New Roman" w:hAnsi="Times New Roman"/>
          <w:sz w:val="28"/>
          <w:szCs w:val="28"/>
        </w:rPr>
      </w:pPr>
    </w:p>
    <w:p w:rsidR="00035EF2" w:rsidRPr="001D5591" w:rsidRDefault="00035EF2" w:rsidP="00FB6677">
      <w:pPr>
        <w:jc w:val="center"/>
        <w:rPr>
          <w:rFonts w:ascii="Times New Roman" w:hAnsi="Times New Roman"/>
          <w:b/>
          <w:sz w:val="28"/>
          <w:szCs w:val="28"/>
        </w:rPr>
      </w:pPr>
      <w:r w:rsidRPr="001D5591">
        <w:rPr>
          <w:rFonts w:ascii="Times New Roman" w:hAnsi="Times New Roman"/>
          <w:sz w:val="28"/>
          <w:szCs w:val="28"/>
        </w:rPr>
        <w:t>1. Общие положения</w:t>
      </w:r>
      <w:r w:rsidRPr="001D5591">
        <w:rPr>
          <w:rFonts w:ascii="Times New Roman" w:hAnsi="Times New Roman"/>
          <w:b/>
          <w:sz w:val="28"/>
          <w:szCs w:val="28"/>
        </w:rPr>
        <w:t>.</w:t>
      </w:r>
    </w:p>
    <w:p w:rsidR="00035EF2" w:rsidRPr="00D911BF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2E7798">
        <w:rPr>
          <w:sz w:val="28"/>
          <w:szCs w:val="28"/>
        </w:rPr>
        <w:t>1. </w:t>
      </w:r>
      <w:r w:rsidRPr="00C3549B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и условия </w:t>
      </w:r>
      <w:r w:rsidRPr="00C3549B">
        <w:rPr>
          <w:sz w:val="28"/>
          <w:szCs w:val="28"/>
        </w:rPr>
        <w:t xml:space="preserve"> предоставления в аренду </w:t>
      </w:r>
      <w:r>
        <w:rPr>
          <w:sz w:val="28"/>
          <w:szCs w:val="28"/>
        </w:rPr>
        <w:t xml:space="preserve">государственного </w:t>
      </w:r>
      <w:r w:rsidRPr="00C3549B">
        <w:rPr>
          <w:sz w:val="28"/>
          <w:szCs w:val="28"/>
        </w:rPr>
        <w:t xml:space="preserve">имущества, включенного в перечень </w:t>
      </w:r>
      <w:r>
        <w:rPr>
          <w:sz w:val="28"/>
          <w:szCs w:val="28"/>
        </w:rPr>
        <w:t xml:space="preserve">государственного </w:t>
      </w:r>
      <w:r w:rsidRPr="00C3549B">
        <w:rPr>
          <w:sz w:val="28"/>
          <w:szCs w:val="28"/>
        </w:rPr>
        <w:t>имущества, находящегося в</w:t>
      </w:r>
      <w:r>
        <w:rPr>
          <w:sz w:val="28"/>
          <w:szCs w:val="28"/>
        </w:rPr>
        <w:t xml:space="preserve"> государственной </w:t>
      </w:r>
      <w:r w:rsidRPr="00C3549B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>Новосибирской области</w:t>
      </w:r>
      <w:r w:rsidRPr="00C3549B">
        <w:rPr>
          <w:sz w:val="28"/>
          <w:szCs w:val="28"/>
        </w:rPr>
        <w:t xml:space="preserve"> </w:t>
      </w:r>
      <w:r w:rsidRPr="00FB6677">
        <w:rPr>
          <w:sz w:val="28"/>
          <w:szCs w:val="28"/>
        </w:rPr>
        <w:t>(далее – Порядок и условия),</w:t>
      </w:r>
      <w:r w:rsidRPr="00C3549B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ы</w:t>
      </w:r>
      <w:r w:rsidRPr="00C3549B">
        <w:rPr>
          <w:sz w:val="28"/>
          <w:szCs w:val="28"/>
        </w:rPr>
        <w:t xml:space="preserve"> в соответствии с Гражданским </w:t>
      </w:r>
      <w:hyperlink r:id="rId6" w:history="1">
        <w:r w:rsidRPr="00D911BF">
          <w:rPr>
            <w:sz w:val="28"/>
            <w:szCs w:val="28"/>
          </w:rPr>
          <w:t>кодексом</w:t>
        </w:r>
      </w:hyperlink>
      <w:r w:rsidRPr="00D911BF">
        <w:rPr>
          <w:sz w:val="28"/>
          <w:szCs w:val="28"/>
        </w:rPr>
        <w:t xml:space="preserve"> Ро</w:t>
      </w:r>
      <w:r>
        <w:rPr>
          <w:sz w:val="28"/>
          <w:szCs w:val="28"/>
        </w:rPr>
        <w:t>ссийской Федерации, Федеральным</w:t>
      </w:r>
      <w:r w:rsidRPr="00D911B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911BF">
        <w:rPr>
          <w:sz w:val="28"/>
          <w:szCs w:val="28"/>
        </w:rPr>
        <w:t xml:space="preserve"> от 24.07.2007 </w:t>
      </w:r>
      <w:hyperlink r:id="rId7" w:history="1">
        <w:r>
          <w:rPr>
            <w:sz w:val="28"/>
            <w:szCs w:val="28"/>
          </w:rPr>
          <w:t>№ </w:t>
        </w:r>
        <w:r w:rsidRPr="00D911BF">
          <w:rPr>
            <w:sz w:val="28"/>
            <w:szCs w:val="28"/>
          </w:rPr>
          <w:t>209-ФЗ</w:t>
        </w:r>
      </w:hyperlink>
      <w:r w:rsidRPr="00D911B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3549B">
        <w:rPr>
          <w:sz w:val="28"/>
          <w:szCs w:val="28"/>
        </w:rPr>
        <w:t>О развитии малого и среднего предпринима</w:t>
      </w:r>
      <w:r>
        <w:rPr>
          <w:sz w:val="28"/>
          <w:szCs w:val="28"/>
        </w:rPr>
        <w:t>тельства в Российской Федерации»</w:t>
      </w:r>
      <w:r w:rsidRPr="00C3549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Федеральным законом </w:t>
      </w:r>
      <w:r w:rsidRPr="00C3549B">
        <w:rPr>
          <w:sz w:val="28"/>
          <w:szCs w:val="28"/>
        </w:rPr>
        <w:t xml:space="preserve">от 26.07.2006 </w:t>
      </w:r>
      <w:hyperlink r:id="rId8" w:history="1">
        <w:r w:rsidRPr="00D911BF">
          <w:rPr>
            <w:sz w:val="28"/>
            <w:szCs w:val="28"/>
          </w:rPr>
          <w:t>№ 135-ФЗ</w:t>
        </w:r>
      </w:hyperlink>
      <w:r w:rsidRPr="00D911BF">
        <w:rPr>
          <w:sz w:val="28"/>
          <w:szCs w:val="28"/>
        </w:rPr>
        <w:t xml:space="preserve"> «О защите конкуренции», </w:t>
      </w:r>
      <w:r>
        <w:rPr>
          <w:sz w:val="28"/>
          <w:szCs w:val="28"/>
        </w:rPr>
        <w:t xml:space="preserve">Законом Новосибирской области от 02.07.2008 № 245-ОЗ «О развитии малого и среднего предпринимательства в Новосибирской области», </w:t>
      </w:r>
      <w:r w:rsidRPr="00D911BF">
        <w:rPr>
          <w:sz w:val="28"/>
          <w:szCs w:val="28"/>
        </w:rPr>
        <w:t>иными нормативными правовыми актами Российской Федерации, Новосибирской области.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3549B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 xml:space="preserve">и условия </w:t>
      </w:r>
      <w:r w:rsidRPr="00C3549B">
        <w:rPr>
          <w:sz w:val="28"/>
          <w:szCs w:val="28"/>
        </w:rPr>
        <w:t>устанавлива</w:t>
      </w:r>
      <w:r>
        <w:rPr>
          <w:sz w:val="28"/>
          <w:szCs w:val="28"/>
        </w:rPr>
        <w:t>ю</w:t>
      </w:r>
      <w:r w:rsidRPr="00C3549B">
        <w:rPr>
          <w:sz w:val="28"/>
          <w:szCs w:val="28"/>
        </w:rPr>
        <w:t>т процедуру предоставления в аренду имущества</w:t>
      </w:r>
      <w:r>
        <w:rPr>
          <w:sz w:val="28"/>
          <w:szCs w:val="28"/>
        </w:rPr>
        <w:t xml:space="preserve"> (за исключением земельных участков)</w:t>
      </w:r>
      <w:r w:rsidRPr="00C3549B">
        <w:rPr>
          <w:sz w:val="28"/>
          <w:szCs w:val="28"/>
        </w:rPr>
        <w:t>,</w:t>
      </w:r>
      <w:r>
        <w:rPr>
          <w:sz w:val="28"/>
          <w:szCs w:val="28"/>
        </w:rPr>
        <w:t xml:space="preserve"> находящегося в государственной собственности Новосибирской области </w:t>
      </w:r>
      <w:r w:rsidRPr="00FB6677">
        <w:rPr>
          <w:sz w:val="28"/>
          <w:szCs w:val="28"/>
        </w:rPr>
        <w:t>(далее – имущество),</w:t>
      </w:r>
      <w:r w:rsidRPr="00C3549B">
        <w:rPr>
          <w:sz w:val="28"/>
          <w:szCs w:val="28"/>
        </w:rPr>
        <w:t xml:space="preserve"> включенного в перечень </w:t>
      </w:r>
      <w:r>
        <w:rPr>
          <w:sz w:val="28"/>
          <w:szCs w:val="28"/>
        </w:rPr>
        <w:t xml:space="preserve">государственного </w:t>
      </w:r>
      <w:r w:rsidRPr="00C3549B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Новосибирской области</w:t>
      </w:r>
      <w:r w:rsidRPr="00C3549B">
        <w:rPr>
          <w:sz w:val="28"/>
          <w:szCs w:val="28"/>
        </w:rPr>
        <w:t xml:space="preserve">, свободного от прав третьих лиц (за исключением имущественных прав субъектов малого и среднего предпринимательства) </w:t>
      </w:r>
      <w:r w:rsidRPr="00FB6677">
        <w:rPr>
          <w:sz w:val="28"/>
          <w:szCs w:val="28"/>
        </w:rPr>
        <w:t>(далее - Перечень),</w:t>
      </w:r>
      <w:r w:rsidRPr="00C3549B">
        <w:rPr>
          <w:sz w:val="28"/>
          <w:szCs w:val="28"/>
        </w:rPr>
        <w:t xml:space="preserve"> и условия предоставления </w:t>
      </w:r>
      <w:r>
        <w:rPr>
          <w:sz w:val="28"/>
          <w:szCs w:val="28"/>
        </w:rPr>
        <w:t xml:space="preserve">включенного в Перечень </w:t>
      </w:r>
      <w:r w:rsidRPr="00C3549B">
        <w:rPr>
          <w:sz w:val="28"/>
          <w:szCs w:val="28"/>
        </w:rPr>
        <w:t>имущества в аренду, в том числе льготы для субъектов малого и среднего предпринимательства</w:t>
      </w:r>
      <w:r>
        <w:rPr>
          <w:sz w:val="28"/>
          <w:szCs w:val="28"/>
        </w:rPr>
        <w:t xml:space="preserve"> Новосибирской области (далее – с</w:t>
      </w:r>
      <w:r w:rsidRPr="00FB6677">
        <w:rPr>
          <w:sz w:val="28"/>
          <w:szCs w:val="28"/>
        </w:rPr>
        <w:t>убъекты МСП),</w:t>
      </w:r>
      <w:r>
        <w:rPr>
          <w:sz w:val="28"/>
          <w:szCs w:val="28"/>
        </w:rPr>
        <w:t xml:space="preserve"> </w:t>
      </w:r>
      <w:r w:rsidRPr="00C3549B">
        <w:rPr>
          <w:sz w:val="28"/>
          <w:szCs w:val="28"/>
        </w:rPr>
        <w:t>занимающихся социально значимыми видами деятельности</w:t>
      </w:r>
      <w:r>
        <w:rPr>
          <w:sz w:val="28"/>
          <w:szCs w:val="28"/>
        </w:rPr>
        <w:t>.</w:t>
      </w:r>
    </w:p>
    <w:p w:rsidR="00035EF2" w:rsidRPr="00982C50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982C50">
        <w:rPr>
          <w:sz w:val="28"/>
          <w:szCs w:val="28"/>
        </w:rPr>
        <w:t>Порядком</w:t>
      </w:r>
      <w:r>
        <w:rPr>
          <w:sz w:val="28"/>
          <w:szCs w:val="28"/>
        </w:rPr>
        <w:t xml:space="preserve"> и условиями</w:t>
      </w:r>
      <w:r w:rsidRPr="00982C50">
        <w:rPr>
          <w:sz w:val="28"/>
          <w:szCs w:val="28"/>
        </w:rPr>
        <w:t xml:space="preserve"> регулируются отношения по оказанию </w:t>
      </w:r>
      <w:r>
        <w:rPr>
          <w:sz w:val="28"/>
          <w:szCs w:val="28"/>
        </w:rPr>
        <w:t xml:space="preserve">исполнительным </w:t>
      </w:r>
      <w:r w:rsidRPr="00982C50">
        <w:rPr>
          <w:sz w:val="28"/>
          <w:szCs w:val="28"/>
        </w:rPr>
        <w:t>орган</w:t>
      </w:r>
      <w:r>
        <w:rPr>
          <w:sz w:val="28"/>
          <w:szCs w:val="28"/>
        </w:rPr>
        <w:t>ом</w:t>
      </w:r>
      <w:r w:rsidRPr="00982C50">
        <w:rPr>
          <w:sz w:val="28"/>
          <w:szCs w:val="28"/>
        </w:rPr>
        <w:t xml:space="preserve"> государственной власти </w:t>
      </w:r>
      <w:r>
        <w:rPr>
          <w:sz w:val="28"/>
          <w:szCs w:val="28"/>
        </w:rPr>
        <w:t>Н</w:t>
      </w:r>
      <w:r w:rsidRPr="00982C50">
        <w:rPr>
          <w:sz w:val="28"/>
          <w:szCs w:val="28"/>
        </w:rPr>
        <w:t xml:space="preserve">овосибирской </w:t>
      </w:r>
      <w:r>
        <w:rPr>
          <w:sz w:val="28"/>
          <w:szCs w:val="28"/>
        </w:rPr>
        <w:t>области имущественной поддержки с</w:t>
      </w:r>
      <w:r w:rsidRPr="00982C50">
        <w:rPr>
          <w:sz w:val="28"/>
          <w:szCs w:val="28"/>
        </w:rPr>
        <w:t xml:space="preserve">убъектам </w:t>
      </w:r>
      <w:r>
        <w:rPr>
          <w:sz w:val="28"/>
          <w:szCs w:val="28"/>
        </w:rPr>
        <w:t xml:space="preserve">МСП </w:t>
      </w:r>
      <w:r w:rsidRPr="00982C50">
        <w:rPr>
          <w:sz w:val="28"/>
          <w:szCs w:val="28"/>
        </w:rPr>
        <w:t>и организациям, образ</w:t>
      </w:r>
      <w:r>
        <w:rPr>
          <w:sz w:val="28"/>
          <w:szCs w:val="28"/>
        </w:rPr>
        <w:t>ующим инфраструктуру поддержки с</w:t>
      </w:r>
      <w:r w:rsidRPr="00982C50">
        <w:rPr>
          <w:sz w:val="28"/>
          <w:szCs w:val="28"/>
        </w:rPr>
        <w:t>убъектов</w:t>
      </w:r>
      <w:r>
        <w:rPr>
          <w:sz w:val="28"/>
          <w:szCs w:val="28"/>
        </w:rPr>
        <w:t xml:space="preserve"> МСП, путем предоставления в </w:t>
      </w:r>
      <w:r w:rsidRPr="00FB6677">
        <w:rPr>
          <w:sz w:val="28"/>
          <w:szCs w:val="28"/>
        </w:rPr>
        <w:t>аренду на долгосрочной основе</w:t>
      </w:r>
      <w:r>
        <w:rPr>
          <w:sz w:val="28"/>
          <w:szCs w:val="28"/>
        </w:rPr>
        <w:t xml:space="preserve"> имущества, включенного в Перечень, в том числе на торгах, по льготной ставке</w:t>
      </w:r>
      <w:r w:rsidRPr="00982C50">
        <w:rPr>
          <w:sz w:val="28"/>
          <w:szCs w:val="28"/>
        </w:rPr>
        <w:t>.</w:t>
      </w:r>
    </w:p>
    <w:p w:rsidR="00035EF2" w:rsidRPr="00234EDD" w:rsidRDefault="00035EF2" w:rsidP="00234EDD">
      <w:pPr>
        <w:pStyle w:val="ConsPlusNormal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7E0FF8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D84563">
        <w:rPr>
          <w:sz w:val="28"/>
          <w:szCs w:val="28"/>
        </w:rPr>
        <w:t>Перечень социально значимых видов деятельности,</w:t>
      </w:r>
      <w:r>
        <w:rPr>
          <w:sz w:val="28"/>
          <w:szCs w:val="28"/>
        </w:rPr>
        <w:t xml:space="preserve"> осуществляемых субъектами МСП</w:t>
      </w:r>
      <w:r w:rsidRPr="00D84563">
        <w:rPr>
          <w:sz w:val="28"/>
          <w:szCs w:val="28"/>
        </w:rPr>
        <w:t>, у</w:t>
      </w:r>
      <w:r>
        <w:rPr>
          <w:sz w:val="28"/>
          <w:szCs w:val="28"/>
        </w:rPr>
        <w:t>тверждается</w:t>
      </w:r>
      <w:r w:rsidRPr="00D84563">
        <w:rPr>
          <w:sz w:val="28"/>
          <w:szCs w:val="28"/>
        </w:rPr>
        <w:t xml:space="preserve"> правовым актом </w:t>
      </w:r>
      <w:r>
        <w:rPr>
          <w:color w:val="000000"/>
          <w:sz w:val="28"/>
          <w:szCs w:val="28"/>
        </w:rPr>
        <w:t>Правительства Новосибирской области</w:t>
      </w:r>
      <w:r>
        <w:rPr>
          <w:sz w:val="28"/>
          <w:szCs w:val="28"/>
          <w:lang w:eastAsia="en-US"/>
        </w:rPr>
        <w:t>.</w:t>
      </w:r>
    </w:p>
    <w:p w:rsidR="00035EF2" w:rsidRDefault="00035EF2" w:rsidP="00B56149">
      <w:pPr>
        <w:pStyle w:val="ConsPlusNormal"/>
        <w:ind w:firstLine="540"/>
        <w:jc w:val="both"/>
        <w:rPr>
          <w:sz w:val="28"/>
          <w:szCs w:val="28"/>
        </w:rPr>
      </w:pPr>
      <w:r w:rsidRPr="00400F08">
        <w:rPr>
          <w:sz w:val="28"/>
          <w:szCs w:val="28"/>
        </w:rPr>
        <w:t>5. Арендодателем имущества, включенного в Перечень, является департамент имущества земельных отношений Новосибирской области (далее - департамент).</w:t>
      </w:r>
      <w:r w:rsidRPr="000A739E">
        <w:rPr>
          <w:sz w:val="28"/>
          <w:szCs w:val="28"/>
        </w:rPr>
        <w:t xml:space="preserve"> </w:t>
      </w:r>
    </w:p>
    <w:p w:rsidR="00035EF2" w:rsidRPr="00906EA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06EA4">
        <w:rPr>
          <w:sz w:val="28"/>
          <w:szCs w:val="28"/>
        </w:rPr>
        <w:t>. Арендат</w:t>
      </w:r>
      <w:r>
        <w:rPr>
          <w:sz w:val="28"/>
          <w:szCs w:val="28"/>
        </w:rPr>
        <w:t>орами имущества, включенного в П</w:t>
      </w:r>
      <w:r w:rsidRPr="00906EA4">
        <w:rPr>
          <w:sz w:val="28"/>
          <w:szCs w:val="28"/>
        </w:rPr>
        <w:t>еречень, являются:</w:t>
      </w:r>
    </w:p>
    <w:p w:rsidR="00035EF2" w:rsidRPr="00906EA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Pr="00906EA4">
        <w:rPr>
          <w:sz w:val="28"/>
          <w:szCs w:val="28"/>
        </w:rPr>
        <w:t xml:space="preserve">убъекты </w:t>
      </w:r>
      <w:r>
        <w:rPr>
          <w:sz w:val="28"/>
          <w:szCs w:val="28"/>
        </w:rPr>
        <w:t>МСП, за исключением с</w:t>
      </w:r>
      <w:r w:rsidRPr="00906EA4">
        <w:rPr>
          <w:sz w:val="28"/>
          <w:szCs w:val="28"/>
        </w:rPr>
        <w:t xml:space="preserve">убъектов </w:t>
      </w:r>
      <w:r>
        <w:rPr>
          <w:sz w:val="28"/>
          <w:szCs w:val="28"/>
        </w:rPr>
        <w:t>МСП</w:t>
      </w:r>
      <w:r w:rsidRPr="00906EA4">
        <w:rPr>
          <w:sz w:val="28"/>
          <w:szCs w:val="28"/>
        </w:rPr>
        <w:t xml:space="preserve">, которым в соответствии с Федеральным </w:t>
      </w:r>
      <w:hyperlink r:id="rId9" w:history="1">
        <w:r w:rsidRPr="00D911BF">
          <w:rPr>
            <w:sz w:val="28"/>
            <w:szCs w:val="28"/>
          </w:rPr>
          <w:t>законом</w:t>
        </w:r>
      </w:hyperlink>
      <w:r w:rsidRPr="00906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24.07.2007 № 209-ФЗ </w:t>
      </w:r>
      <w:r w:rsidRPr="00906EA4">
        <w:rPr>
          <w:sz w:val="28"/>
          <w:szCs w:val="28"/>
        </w:rPr>
        <w:t>«О развитии малого и среднего предпринимательства в Российской Федерации» не может оказываться поддержка;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906EA4">
        <w:rPr>
          <w:sz w:val="28"/>
          <w:szCs w:val="28"/>
        </w:rPr>
        <w:t>организации, образ</w:t>
      </w:r>
      <w:r>
        <w:rPr>
          <w:sz w:val="28"/>
          <w:szCs w:val="28"/>
        </w:rPr>
        <w:t>ующие инфраструктуру поддержки субъектов МСП</w:t>
      </w:r>
      <w:r w:rsidRPr="00906EA4">
        <w:rPr>
          <w:sz w:val="28"/>
          <w:szCs w:val="28"/>
        </w:rPr>
        <w:t>.</w:t>
      </w:r>
    </w:p>
    <w:p w:rsidR="00035EF2" w:rsidRPr="009D5DE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6"/>
          <w:szCs w:val="26"/>
        </w:rPr>
        <w:t> </w:t>
      </w:r>
      <w:r w:rsidRPr="009D5DE4">
        <w:rPr>
          <w:sz w:val="28"/>
          <w:szCs w:val="28"/>
        </w:rPr>
        <w:t>Заключение договоров аренды имущества</w:t>
      </w:r>
      <w:r>
        <w:rPr>
          <w:sz w:val="28"/>
          <w:szCs w:val="28"/>
        </w:rPr>
        <w:t>, включенного в П</w:t>
      </w:r>
      <w:r w:rsidRPr="009D5DE4">
        <w:rPr>
          <w:sz w:val="28"/>
          <w:szCs w:val="28"/>
        </w:rPr>
        <w:t>еречень, осуществляется:</w:t>
      </w:r>
    </w:p>
    <w:p w:rsidR="00035EF2" w:rsidRPr="009D5DE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9D5DE4">
        <w:rPr>
          <w:sz w:val="28"/>
          <w:szCs w:val="28"/>
        </w:rPr>
        <w:t>по результатам проведения конкурсов или аукционов на право заключения договоров а</w:t>
      </w:r>
      <w:r>
        <w:rPr>
          <w:sz w:val="28"/>
          <w:szCs w:val="28"/>
        </w:rPr>
        <w:t>ренды имущества, включенного в П</w:t>
      </w:r>
      <w:r w:rsidRPr="009D5DE4">
        <w:rPr>
          <w:sz w:val="28"/>
          <w:szCs w:val="28"/>
        </w:rPr>
        <w:t>еречень (далее - торги);</w:t>
      </w:r>
    </w:p>
    <w:p w:rsidR="00035EF2" w:rsidRPr="009D5DE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9D5DE4">
        <w:rPr>
          <w:sz w:val="28"/>
          <w:szCs w:val="28"/>
        </w:rPr>
        <w:t>без проведения торгов в случаях, предусмотренных законодательством.</w:t>
      </w:r>
    </w:p>
    <w:p w:rsidR="00035EF2" w:rsidRPr="009D5DE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D5DE4">
        <w:rPr>
          <w:sz w:val="28"/>
          <w:szCs w:val="28"/>
        </w:rPr>
        <w:t>. Для проведения торгов создается комиссия по проведению конкурсов и аукционов на право заключения договоров аренды имущества, включен</w:t>
      </w:r>
      <w:r>
        <w:rPr>
          <w:sz w:val="28"/>
          <w:szCs w:val="28"/>
        </w:rPr>
        <w:t>ного в П</w:t>
      </w:r>
      <w:r w:rsidRPr="009D5DE4">
        <w:rPr>
          <w:sz w:val="28"/>
          <w:szCs w:val="28"/>
        </w:rPr>
        <w:t>еречень (далее - комиссия).</w:t>
      </w:r>
    </w:p>
    <w:p w:rsidR="00035EF2" w:rsidRPr="009D5DE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9D5DE4">
        <w:rPr>
          <w:sz w:val="28"/>
          <w:szCs w:val="28"/>
        </w:rPr>
        <w:t>Персональный состав и положение о комиссии утверждаются приказом департамента.</w:t>
      </w:r>
    </w:p>
    <w:p w:rsidR="00035EF2" w:rsidRPr="00234EDD" w:rsidRDefault="00035EF2" w:rsidP="00234EDD">
      <w:pPr>
        <w:pStyle w:val="ConsPlusNormal"/>
        <w:ind w:firstLine="540"/>
        <w:jc w:val="both"/>
        <w:rPr>
          <w:sz w:val="28"/>
          <w:szCs w:val="28"/>
          <w:lang w:eastAsia="en-US"/>
        </w:rPr>
      </w:pPr>
      <w:r w:rsidRPr="009D5DE4">
        <w:rPr>
          <w:sz w:val="28"/>
          <w:szCs w:val="28"/>
        </w:rPr>
        <w:t xml:space="preserve">В состав комиссии включаются в обязательном порядке представители </w:t>
      </w:r>
      <w:r w:rsidRPr="00D84563">
        <w:rPr>
          <w:sz w:val="28"/>
          <w:szCs w:val="28"/>
        </w:rPr>
        <w:t xml:space="preserve">областного исполнительного органа государственной власти Новосибирской области, уполномоченного в сфере </w:t>
      </w:r>
      <w:r w:rsidRPr="00234EDD">
        <w:rPr>
          <w:sz w:val="28"/>
          <w:szCs w:val="28"/>
          <w:lang w:eastAsia="en-US"/>
        </w:rPr>
        <w:t>промышленности, торговли, предпринимательства</w:t>
      </w:r>
      <w:r>
        <w:rPr>
          <w:sz w:val="28"/>
          <w:szCs w:val="28"/>
          <w:lang w:eastAsia="en-US"/>
        </w:rPr>
        <w:t>.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</w:p>
    <w:p w:rsidR="00035EF2" w:rsidRDefault="00035EF2" w:rsidP="00FB6677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1D5591">
        <w:rPr>
          <w:sz w:val="28"/>
          <w:szCs w:val="28"/>
        </w:rPr>
        <w:t>. Порядок и условия предостав</w:t>
      </w:r>
      <w:r>
        <w:rPr>
          <w:sz w:val="28"/>
          <w:szCs w:val="28"/>
        </w:rPr>
        <w:t xml:space="preserve">ления </w:t>
      </w:r>
      <w:r w:rsidRPr="001D5591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имущества, </w:t>
      </w:r>
    </w:p>
    <w:p w:rsidR="00035EF2" w:rsidRPr="001D5591" w:rsidRDefault="00035EF2" w:rsidP="00FB6677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включенного в Перечень</w:t>
      </w:r>
      <w:r w:rsidRPr="001D5591">
        <w:rPr>
          <w:sz w:val="28"/>
          <w:szCs w:val="28"/>
        </w:rPr>
        <w:t xml:space="preserve"> </w:t>
      </w:r>
    </w:p>
    <w:p w:rsidR="00035EF2" w:rsidRDefault="00035EF2" w:rsidP="00FB6677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 Предоставление имущества, включенного в Перечень, по результатам проведенных торгов осуществляется департаментом в порядке, установленном законодательством.</w:t>
      </w:r>
    </w:p>
    <w:p w:rsidR="00035EF2" w:rsidRPr="00665B2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665B27">
        <w:rPr>
          <w:sz w:val="28"/>
          <w:szCs w:val="28"/>
        </w:rPr>
        <w:t xml:space="preserve">Процедура подачи заявок на участие в торгах </w:t>
      </w:r>
      <w:r>
        <w:rPr>
          <w:sz w:val="28"/>
          <w:szCs w:val="28"/>
        </w:rPr>
        <w:t>с</w:t>
      </w:r>
      <w:r w:rsidRPr="00665B27">
        <w:rPr>
          <w:sz w:val="28"/>
          <w:szCs w:val="28"/>
        </w:rPr>
        <w:t xml:space="preserve">убъектами </w:t>
      </w:r>
      <w:r>
        <w:rPr>
          <w:sz w:val="28"/>
          <w:szCs w:val="28"/>
        </w:rPr>
        <w:t>МСП</w:t>
      </w:r>
      <w:r w:rsidRPr="00665B27">
        <w:rPr>
          <w:sz w:val="28"/>
          <w:szCs w:val="28"/>
        </w:rPr>
        <w:t>, организациями, образу</w:t>
      </w:r>
      <w:r>
        <w:rPr>
          <w:sz w:val="28"/>
          <w:szCs w:val="28"/>
        </w:rPr>
        <w:t>ющими инфраструктуру поддержки с</w:t>
      </w:r>
      <w:r w:rsidRPr="00665B27">
        <w:rPr>
          <w:sz w:val="28"/>
          <w:szCs w:val="28"/>
        </w:rPr>
        <w:t xml:space="preserve">убъектов </w:t>
      </w:r>
      <w:r>
        <w:rPr>
          <w:sz w:val="28"/>
          <w:szCs w:val="28"/>
        </w:rPr>
        <w:t>МСП</w:t>
      </w:r>
      <w:r w:rsidRPr="00665B27">
        <w:rPr>
          <w:sz w:val="28"/>
          <w:szCs w:val="28"/>
        </w:rPr>
        <w:t xml:space="preserve">, требования к заявке </w:t>
      </w:r>
      <w:r>
        <w:rPr>
          <w:sz w:val="28"/>
          <w:szCs w:val="28"/>
        </w:rPr>
        <w:t xml:space="preserve">и </w:t>
      </w:r>
      <w:r w:rsidRPr="00665B27">
        <w:rPr>
          <w:sz w:val="28"/>
          <w:szCs w:val="28"/>
        </w:rPr>
        <w:t xml:space="preserve">прилагаемым к </w:t>
      </w:r>
      <w:r>
        <w:rPr>
          <w:sz w:val="28"/>
          <w:szCs w:val="28"/>
        </w:rPr>
        <w:t xml:space="preserve">ней </w:t>
      </w:r>
      <w:r w:rsidRPr="00665B27">
        <w:rPr>
          <w:sz w:val="28"/>
          <w:szCs w:val="28"/>
        </w:rPr>
        <w:t>документам, основания для отказа в допуске к участию в торгах определяются положениями конкурсной документации или документации об аукционе</w:t>
      </w:r>
      <w:r>
        <w:rPr>
          <w:sz w:val="28"/>
          <w:szCs w:val="28"/>
        </w:rPr>
        <w:t>.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 Для предоставления имущества, включенного в Перечень, без проведения торгов, субъекты</w:t>
      </w:r>
      <w:r w:rsidRPr="00D84563">
        <w:rPr>
          <w:sz w:val="28"/>
          <w:szCs w:val="28"/>
        </w:rPr>
        <w:t xml:space="preserve"> </w:t>
      </w:r>
      <w:r>
        <w:rPr>
          <w:sz w:val="28"/>
          <w:szCs w:val="28"/>
        </w:rPr>
        <w:t>МСП</w:t>
      </w:r>
      <w:r w:rsidRPr="00D84563">
        <w:rPr>
          <w:sz w:val="28"/>
          <w:szCs w:val="28"/>
        </w:rPr>
        <w:t xml:space="preserve">, </w:t>
      </w:r>
      <w:r>
        <w:rPr>
          <w:sz w:val="28"/>
          <w:szCs w:val="28"/>
        </w:rPr>
        <w:t>и организации</w:t>
      </w:r>
      <w:r w:rsidRPr="00D84563">
        <w:rPr>
          <w:sz w:val="28"/>
          <w:szCs w:val="28"/>
        </w:rPr>
        <w:t>, образующи</w:t>
      </w:r>
      <w:r>
        <w:rPr>
          <w:sz w:val="28"/>
          <w:szCs w:val="28"/>
        </w:rPr>
        <w:t>е инфраструктуру поддержки с</w:t>
      </w:r>
      <w:r w:rsidRPr="00D84563">
        <w:rPr>
          <w:sz w:val="28"/>
          <w:szCs w:val="28"/>
        </w:rPr>
        <w:t xml:space="preserve">убъектов </w:t>
      </w:r>
      <w:r>
        <w:rPr>
          <w:sz w:val="28"/>
          <w:szCs w:val="28"/>
        </w:rPr>
        <w:t>МСП (далее – заявители) обращаются в департамент с заявлением о предоставлении такого имущества (далее – заявление).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F5B87">
        <w:rPr>
          <w:sz w:val="28"/>
          <w:szCs w:val="28"/>
        </w:rPr>
        <w:t>С заявлением пре</w:t>
      </w:r>
      <w:r>
        <w:rPr>
          <w:sz w:val="28"/>
          <w:szCs w:val="28"/>
        </w:rPr>
        <w:t>дставляются следующие документы: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0F5B87">
        <w:rPr>
          <w:sz w:val="28"/>
          <w:szCs w:val="28"/>
        </w:rPr>
        <w:t>документ, удостоверяющий личность заявителя (представителя заявителя);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0F5B87">
        <w:rPr>
          <w:sz w:val="28"/>
          <w:szCs w:val="28"/>
        </w:rPr>
        <w:t>документ, подтверждающий полном</w:t>
      </w:r>
      <w:r>
        <w:rPr>
          <w:sz w:val="28"/>
          <w:szCs w:val="28"/>
        </w:rPr>
        <w:t>очия представителя заявителя (в </w:t>
      </w:r>
      <w:r w:rsidRPr="000F5B87">
        <w:rPr>
          <w:sz w:val="28"/>
          <w:szCs w:val="28"/>
        </w:rPr>
        <w:t>случае если с заявлением обращается представитель заявителя)</w:t>
      </w:r>
      <w:r>
        <w:rPr>
          <w:sz w:val="28"/>
          <w:szCs w:val="28"/>
        </w:rPr>
        <w:t>, либо его копия (при предъявлении оригинала)</w:t>
      </w:r>
      <w:r w:rsidRPr="000F5B87">
        <w:rPr>
          <w:sz w:val="28"/>
          <w:szCs w:val="28"/>
        </w:rPr>
        <w:t>;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 копии учредительных</w:t>
      </w:r>
      <w:r w:rsidRPr="000F5B87">
        <w:rPr>
          <w:sz w:val="28"/>
          <w:szCs w:val="28"/>
        </w:rPr>
        <w:t xml:space="preserve"> </w:t>
      </w:r>
      <w:r w:rsidRPr="001652C8">
        <w:rPr>
          <w:sz w:val="28"/>
          <w:szCs w:val="28"/>
        </w:rPr>
        <w:t>документов (для юридических лиц);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bookmarkStart w:id="1" w:name="Par88"/>
      <w:bookmarkEnd w:id="1"/>
      <w:r>
        <w:rPr>
          <w:sz w:val="28"/>
          <w:szCs w:val="28"/>
        </w:rPr>
        <w:t>4) копию решения</w:t>
      </w:r>
      <w:r w:rsidRPr="000F5B87">
        <w:rPr>
          <w:sz w:val="28"/>
          <w:szCs w:val="28"/>
        </w:rPr>
        <w:t xml:space="preserve"> об одобрении или о совершении крупной сделки (в случае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</w:t>
      </w:r>
      <w:r>
        <w:rPr>
          <w:sz w:val="28"/>
          <w:szCs w:val="28"/>
        </w:rPr>
        <w:t xml:space="preserve">; 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Pr="000F5B87">
        <w:rPr>
          <w:sz w:val="28"/>
          <w:szCs w:val="28"/>
        </w:rPr>
        <w:t>заявление об отсутствии решения о ликвидации заявителя</w:t>
      </w:r>
      <w:r>
        <w:rPr>
          <w:sz w:val="28"/>
          <w:szCs w:val="28"/>
        </w:rPr>
        <w:t xml:space="preserve"> (юридического лица)</w:t>
      </w:r>
      <w:r w:rsidRPr="000F5B87">
        <w:rPr>
          <w:sz w:val="28"/>
          <w:szCs w:val="28"/>
        </w:rPr>
        <w:t xml:space="preserve">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0" w:history="1">
        <w:r w:rsidRPr="00D911BF">
          <w:rPr>
            <w:sz w:val="28"/>
            <w:szCs w:val="28"/>
          </w:rPr>
          <w:t>Кодексом</w:t>
        </w:r>
      </w:hyperlink>
      <w:r w:rsidRPr="00D911BF">
        <w:rPr>
          <w:sz w:val="28"/>
          <w:szCs w:val="28"/>
        </w:rPr>
        <w:t xml:space="preserve"> </w:t>
      </w:r>
      <w:r w:rsidRPr="00A55169">
        <w:rPr>
          <w:sz w:val="28"/>
          <w:szCs w:val="28"/>
        </w:rPr>
        <w:t>Российской Федерации об административных правонарушениях;</w:t>
      </w:r>
      <w:r>
        <w:rPr>
          <w:sz w:val="28"/>
          <w:szCs w:val="28"/>
        </w:rPr>
        <w:t xml:space="preserve"> </w:t>
      </w:r>
    </w:p>
    <w:p w:rsidR="00035EF2" w:rsidRPr="00A71DC2" w:rsidRDefault="00035EF2" w:rsidP="00A71DC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заявление </w:t>
      </w:r>
      <w:r w:rsidRPr="00A71DC2">
        <w:rPr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11" w:history="1">
        <w:r w:rsidRPr="00A71DC2">
          <w:rPr>
            <w:color w:val="0000FF"/>
            <w:sz w:val="28"/>
            <w:szCs w:val="28"/>
          </w:rPr>
          <w:t>законом</w:t>
        </w:r>
      </w:hyperlink>
      <w:r w:rsidRPr="00A71DC2">
        <w:rPr>
          <w:sz w:val="28"/>
          <w:szCs w:val="28"/>
        </w:rPr>
        <w:t xml:space="preserve"> от 24 июля </w:t>
      </w:r>
      <w:smartTag w:uri="urn:schemas-microsoft-com:office:smarttags" w:element="metricconverter">
        <w:smartTagPr>
          <w:attr w:name="ProductID" w:val="2007 г"/>
        </w:smartTagPr>
        <w:r w:rsidRPr="00A71DC2"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</w:t>
      </w:r>
      <w:r w:rsidRPr="00A71DC2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A71DC2">
        <w:rPr>
          <w:sz w:val="28"/>
          <w:szCs w:val="28"/>
        </w:rPr>
        <w:t>О развитии малого и среднего предпринима</w:t>
      </w:r>
      <w:r>
        <w:rPr>
          <w:sz w:val="28"/>
          <w:szCs w:val="28"/>
        </w:rPr>
        <w:t>тельства в Российской Федерации»,</w:t>
      </w:r>
      <w:r w:rsidRPr="005959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форме, утвержденной </w:t>
      </w:r>
      <w:r w:rsidRPr="0048182D">
        <w:rPr>
          <w:sz w:val="28"/>
          <w:szCs w:val="28"/>
        </w:rPr>
        <w:t>приказом Минэкономразвития России от 10.03.2016 № 113</w:t>
      </w:r>
      <w:r>
        <w:rPr>
          <w:sz w:val="28"/>
          <w:szCs w:val="28"/>
        </w:rPr>
        <w:t xml:space="preserve"> (Приложение № 1)</w:t>
      </w:r>
      <w:r w:rsidRPr="00A71DC2">
        <w:rPr>
          <w:sz w:val="28"/>
          <w:szCs w:val="28"/>
        </w:rPr>
        <w:t>.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 Выписка</w:t>
      </w:r>
      <w:r w:rsidRPr="004B36D4">
        <w:rPr>
          <w:sz w:val="28"/>
          <w:szCs w:val="28"/>
        </w:rPr>
        <w:t xml:space="preserve"> из Единого государственного реестра юридических лиц </w:t>
      </w:r>
      <w:r>
        <w:rPr>
          <w:sz w:val="28"/>
          <w:szCs w:val="28"/>
        </w:rPr>
        <w:t>(для юридических лиц),</w:t>
      </w:r>
      <w:r w:rsidRPr="004B36D4">
        <w:rPr>
          <w:sz w:val="28"/>
          <w:szCs w:val="28"/>
        </w:rPr>
        <w:t xml:space="preserve"> </w:t>
      </w:r>
      <w:r>
        <w:rPr>
          <w:sz w:val="28"/>
          <w:szCs w:val="28"/>
        </w:rPr>
        <w:t>выписка</w:t>
      </w:r>
      <w:r w:rsidRPr="00E47843">
        <w:rPr>
          <w:sz w:val="28"/>
          <w:szCs w:val="28"/>
        </w:rPr>
        <w:t xml:space="preserve"> из Единого государственного реестра индивидуальных предпринимателей</w:t>
      </w:r>
      <w:r>
        <w:rPr>
          <w:sz w:val="28"/>
          <w:szCs w:val="28"/>
        </w:rPr>
        <w:t xml:space="preserve"> (для индивидуальных предпринимателей),</w:t>
      </w:r>
      <w:r w:rsidRPr="009C6F2A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 из единого реестра субъектов малого и среднего предпринимательства</w:t>
      </w:r>
      <w:bookmarkStart w:id="2" w:name="Par90"/>
      <w:bookmarkEnd w:id="2"/>
      <w:r>
        <w:rPr>
          <w:sz w:val="28"/>
          <w:szCs w:val="28"/>
        </w:rPr>
        <w:t>,</w:t>
      </w:r>
      <w:r w:rsidRPr="0082209F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 из реестра</w:t>
      </w:r>
      <w:r w:rsidRPr="0082209F">
        <w:rPr>
          <w:sz w:val="28"/>
          <w:szCs w:val="28"/>
        </w:rPr>
        <w:t xml:space="preserve"> организаций, образующих инфраструктуру поддержки субъектов малого и среднего предпринимательства</w:t>
      </w:r>
      <w:r w:rsidRPr="004B36D4">
        <w:rPr>
          <w:sz w:val="28"/>
          <w:szCs w:val="28"/>
        </w:rPr>
        <w:t xml:space="preserve"> запрашиваются департаментом </w:t>
      </w:r>
      <w:r>
        <w:rPr>
          <w:sz w:val="28"/>
          <w:szCs w:val="28"/>
        </w:rPr>
        <w:t>самостоятельно и приобщаются к документам, предоставленным заявителем.</w:t>
      </w:r>
    </w:p>
    <w:p w:rsidR="00035EF2" w:rsidRPr="004B36D4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указанные в настоящем пункте</w:t>
      </w:r>
      <w:r w:rsidRPr="004B36D4">
        <w:rPr>
          <w:sz w:val="28"/>
          <w:szCs w:val="28"/>
        </w:rPr>
        <w:t xml:space="preserve"> могут быть представлены заявителем по собственной инициативе.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Pr="000F5B87">
        <w:rPr>
          <w:sz w:val="28"/>
          <w:szCs w:val="28"/>
        </w:rPr>
        <w:t>Заявление</w:t>
      </w:r>
      <w:r>
        <w:rPr>
          <w:sz w:val="28"/>
          <w:szCs w:val="28"/>
        </w:rPr>
        <w:t>, указанное в пункте 10 Порядка и условий,</w:t>
      </w:r>
      <w:r w:rsidRPr="000F5B87">
        <w:rPr>
          <w:sz w:val="28"/>
          <w:szCs w:val="28"/>
        </w:rPr>
        <w:t xml:space="preserve"> должно быть рассмотрено департаментом </w:t>
      </w:r>
      <w:r>
        <w:rPr>
          <w:sz w:val="28"/>
          <w:szCs w:val="28"/>
        </w:rPr>
        <w:t>в течение десяти рабочих дней.</w:t>
      </w:r>
    </w:p>
    <w:p w:rsidR="00035EF2" w:rsidRPr="000F5B87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0F5B87">
        <w:rPr>
          <w:sz w:val="28"/>
          <w:szCs w:val="28"/>
        </w:rPr>
        <w:t>По результатам рассмотрения заявления департамент предлагает заявителю заключить договор а</w:t>
      </w:r>
      <w:r>
        <w:rPr>
          <w:sz w:val="28"/>
          <w:szCs w:val="28"/>
        </w:rPr>
        <w:t>ренды имущества, включенного в П</w:t>
      </w:r>
      <w:r w:rsidRPr="000F5B87">
        <w:rPr>
          <w:sz w:val="28"/>
          <w:szCs w:val="28"/>
        </w:rPr>
        <w:t xml:space="preserve">еречень, либо отказывает в предоставлении в аренду такого имущества с указанием оснований отказа, предусмотренных </w:t>
      </w:r>
      <w:r>
        <w:rPr>
          <w:sz w:val="28"/>
          <w:szCs w:val="28"/>
        </w:rPr>
        <w:t>пунктом 14</w:t>
      </w:r>
      <w:r w:rsidRPr="000E7992">
        <w:rPr>
          <w:sz w:val="28"/>
          <w:szCs w:val="28"/>
        </w:rPr>
        <w:t xml:space="preserve"> </w:t>
      </w:r>
      <w:r w:rsidRPr="000F5B87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и условий</w:t>
      </w:r>
      <w:r w:rsidRPr="000F5B87">
        <w:rPr>
          <w:sz w:val="28"/>
          <w:szCs w:val="28"/>
        </w:rPr>
        <w:t>.</w:t>
      </w:r>
    </w:p>
    <w:p w:rsidR="00035EF2" w:rsidRPr="0042438D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Pr="0042438D">
        <w:rPr>
          <w:sz w:val="28"/>
          <w:szCs w:val="28"/>
        </w:rPr>
        <w:t>Основания для отказа в предоставлении в а</w:t>
      </w:r>
      <w:r>
        <w:rPr>
          <w:sz w:val="28"/>
          <w:szCs w:val="28"/>
        </w:rPr>
        <w:t>ренду без торгов имущества, включенного в П</w:t>
      </w:r>
      <w:r w:rsidRPr="0042438D">
        <w:rPr>
          <w:sz w:val="28"/>
          <w:szCs w:val="28"/>
        </w:rPr>
        <w:t>еречень:</w:t>
      </w:r>
    </w:p>
    <w:p w:rsidR="00035EF2" w:rsidRPr="00D6685F" w:rsidRDefault="00035EF2" w:rsidP="00FB6677">
      <w:pPr>
        <w:pStyle w:val="ConsPlusNormal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не </w:t>
      </w:r>
      <w:r w:rsidRPr="0042438D">
        <w:rPr>
          <w:sz w:val="28"/>
          <w:szCs w:val="28"/>
        </w:rPr>
        <w:t>представлен</w:t>
      </w:r>
      <w:r>
        <w:rPr>
          <w:sz w:val="28"/>
          <w:szCs w:val="28"/>
        </w:rPr>
        <w:t>ы</w:t>
      </w:r>
      <w:r w:rsidRPr="0042438D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ы, указанные в </w:t>
      </w:r>
      <w:hyperlink w:anchor="Par84" w:history="1">
        <w:r>
          <w:rPr>
            <w:sz w:val="28"/>
            <w:szCs w:val="28"/>
          </w:rPr>
          <w:t>пункте</w:t>
        </w:r>
        <w:r w:rsidRPr="001652C8">
          <w:rPr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11</w:t>
      </w:r>
      <w:r w:rsidRPr="00582B89">
        <w:rPr>
          <w:sz w:val="28"/>
          <w:szCs w:val="28"/>
        </w:rPr>
        <w:t xml:space="preserve"> </w:t>
      </w:r>
      <w:r w:rsidRPr="0042438D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и условий</w:t>
      </w:r>
      <w:r w:rsidRPr="0042438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035EF2" w:rsidRPr="0042438D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с</w:t>
      </w:r>
      <w:r w:rsidRPr="0042438D">
        <w:rPr>
          <w:sz w:val="28"/>
          <w:szCs w:val="28"/>
        </w:rPr>
        <w:t xml:space="preserve">убъекта </w:t>
      </w:r>
      <w:r>
        <w:rPr>
          <w:sz w:val="28"/>
          <w:szCs w:val="28"/>
        </w:rPr>
        <w:t xml:space="preserve">МСП </w:t>
      </w:r>
      <w:r w:rsidRPr="0042438D">
        <w:rPr>
          <w:sz w:val="28"/>
          <w:szCs w:val="28"/>
        </w:rPr>
        <w:t xml:space="preserve">требованиям, установленным </w:t>
      </w:r>
      <w:hyperlink r:id="rId12" w:history="1">
        <w:r w:rsidRPr="0042438D">
          <w:rPr>
            <w:sz w:val="28"/>
            <w:szCs w:val="28"/>
          </w:rPr>
          <w:t xml:space="preserve">статьей </w:t>
        </w:r>
        <w:r w:rsidRPr="00A55169">
          <w:rPr>
            <w:sz w:val="28"/>
            <w:szCs w:val="28"/>
          </w:rPr>
          <w:t>4</w:t>
        </w:r>
      </w:hyperlink>
      <w:r>
        <w:rPr>
          <w:sz w:val="28"/>
          <w:szCs w:val="28"/>
        </w:rPr>
        <w:t> </w:t>
      </w:r>
      <w:r w:rsidRPr="0042438D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от 24.07.2007 № 209-ФЗ </w:t>
      </w:r>
      <w:r w:rsidRPr="0042438D">
        <w:rPr>
          <w:sz w:val="28"/>
          <w:szCs w:val="28"/>
        </w:rPr>
        <w:t>«О развитии малого и среднего предпринимательства в Р</w:t>
      </w:r>
      <w:r>
        <w:rPr>
          <w:sz w:val="28"/>
          <w:szCs w:val="28"/>
        </w:rPr>
        <w:t>оссийской Федерации» и пункту 6 П</w:t>
      </w:r>
      <w:r w:rsidRPr="0042438D">
        <w:rPr>
          <w:sz w:val="28"/>
          <w:szCs w:val="28"/>
        </w:rPr>
        <w:t>орядка</w:t>
      </w:r>
      <w:r>
        <w:rPr>
          <w:sz w:val="28"/>
          <w:szCs w:val="28"/>
        </w:rPr>
        <w:t xml:space="preserve"> и условий</w:t>
      </w:r>
      <w:r w:rsidRPr="0042438D">
        <w:rPr>
          <w:sz w:val="28"/>
          <w:szCs w:val="28"/>
        </w:rPr>
        <w:t>;</w:t>
      </w:r>
    </w:p>
    <w:p w:rsidR="00035EF2" w:rsidRPr="0042438D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42438D">
        <w:rPr>
          <w:sz w:val="28"/>
          <w:szCs w:val="28"/>
        </w:rPr>
        <w:t xml:space="preserve">отсутствуют </w:t>
      </w:r>
      <w:r>
        <w:rPr>
          <w:sz w:val="28"/>
          <w:szCs w:val="28"/>
        </w:rPr>
        <w:t xml:space="preserve">предусмотренные законом </w:t>
      </w:r>
      <w:r w:rsidRPr="00692326">
        <w:rPr>
          <w:sz w:val="28"/>
          <w:szCs w:val="28"/>
        </w:rPr>
        <w:t>основания</w:t>
      </w:r>
      <w:r>
        <w:rPr>
          <w:sz w:val="28"/>
          <w:szCs w:val="28"/>
        </w:rPr>
        <w:t xml:space="preserve"> </w:t>
      </w:r>
      <w:r w:rsidRPr="0042438D">
        <w:rPr>
          <w:sz w:val="28"/>
          <w:szCs w:val="28"/>
        </w:rPr>
        <w:t xml:space="preserve">для предоставления заявителю имущества, включенного в </w:t>
      </w:r>
      <w:r>
        <w:rPr>
          <w:sz w:val="28"/>
          <w:szCs w:val="28"/>
        </w:rPr>
        <w:t>П</w:t>
      </w:r>
      <w:r w:rsidRPr="0042438D">
        <w:rPr>
          <w:sz w:val="28"/>
          <w:szCs w:val="28"/>
        </w:rPr>
        <w:t>еречень, без проведения торгов (в случае если обращение заявителя содержит просьбу о предостав</w:t>
      </w:r>
      <w:r>
        <w:rPr>
          <w:sz w:val="28"/>
          <w:szCs w:val="28"/>
        </w:rPr>
        <w:t>лении имущества, включенного в П</w:t>
      </w:r>
      <w:r w:rsidRPr="0042438D">
        <w:rPr>
          <w:sz w:val="28"/>
          <w:szCs w:val="28"/>
        </w:rPr>
        <w:t>еречень, без торгов);</w:t>
      </w:r>
    </w:p>
    <w:p w:rsidR="00035EF2" w:rsidRPr="0042438D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42438D">
        <w:rPr>
          <w:sz w:val="28"/>
          <w:szCs w:val="28"/>
        </w:rPr>
        <w:t xml:space="preserve">заявителю предоставлено в </w:t>
      </w:r>
      <w:r>
        <w:rPr>
          <w:sz w:val="28"/>
          <w:szCs w:val="28"/>
        </w:rPr>
        <w:t>аренду имущество, включенное в Перечень, и </w:t>
      </w:r>
      <w:r w:rsidRPr="0042438D">
        <w:rPr>
          <w:sz w:val="28"/>
          <w:szCs w:val="28"/>
        </w:rPr>
        <w:t>срок такого договора аренды не истек;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400F08">
        <w:rPr>
          <w:sz w:val="28"/>
          <w:szCs w:val="28"/>
        </w:rPr>
        <w:t xml:space="preserve">с момента выявления департаментом </w:t>
      </w:r>
      <w:r w:rsidRPr="00A55169">
        <w:rPr>
          <w:sz w:val="28"/>
          <w:szCs w:val="28"/>
        </w:rPr>
        <w:t>нарушений Порядка и условий,</w:t>
      </w:r>
      <w:r w:rsidRPr="00400F08">
        <w:rPr>
          <w:sz w:val="28"/>
          <w:szCs w:val="28"/>
        </w:rPr>
        <w:t xml:space="preserve"> допущенных заявителем, в том числе не обеспечившим целевого использования предоставленного в аренду имущества, прошло менее чем три года;</w:t>
      </w:r>
      <w:r>
        <w:rPr>
          <w:sz w:val="28"/>
          <w:szCs w:val="28"/>
        </w:rPr>
        <w:t xml:space="preserve"> 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42438D">
        <w:rPr>
          <w:sz w:val="28"/>
          <w:szCs w:val="28"/>
        </w:rPr>
        <w:t>отсутствие свобо</w:t>
      </w:r>
      <w:r>
        <w:rPr>
          <w:sz w:val="28"/>
          <w:szCs w:val="28"/>
        </w:rPr>
        <w:t>дного имущества, включенного в П</w:t>
      </w:r>
      <w:r w:rsidRPr="0042438D">
        <w:rPr>
          <w:sz w:val="28"/>
          <w:szCs w:val="28"/>
        </w:rPr>
        <w:t>еречень.</w:t>
      </w:r>
    </w:p>
    <w:p w:rsidR="00035EF2" w:rsidRPr="00525D35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525D35">
        <w:rPr>
          <w:sz w:val="28"/>
          <w:szCs w:val="28"/>
        </w:rPr>
        <w:t>Договор а</w:t>
      </w:r>
      <w:r>
        <w:rPr>
          <w:sz w:val="28"/>
          <w:szCs w:val="28"/>
        </w:rPr>
        <w:t>ренды имущества, включенного в П</w:t>
      </w:r>
      <w:r w:rsidRPr="00525D35">
        <w:rPr>
          <w:sz w:val="28"/>
          <w:szCs w:val="28"/>
        </w:rPr>
        <w:t xml:space="preserve">еречень, заключается на срок пять лет. 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400F08">
        <w:rPr>
          <w:sz w:val="28"/>
          <w:szCs w:val="28"/>
        </w:rPr>
        <w:t>Срок договора может быть уменьшен на основании поданного до заключения такого договора заявления лица, приобретающего права пользования имуществом, включенным в Перечень.</w:t>
      </w:r>
    </w:p>
    <w:p w:rsidR="00035EF2" w:rsidRPr="00525D35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525D35">
        <w:rPr>
          <w:sz w:val="28"/>
          <w:szCs w:val="28"/>
        </w:rPr>
        <w:t>. Размер арендной платы по договору а</w:t>
      </w:r>
      <w:r>
        <w:rPr>
          <w:sz w:val="28"/>
          <w:szCs w:val="28"/>
        </w:rPr>
        <w:t>ренды имущества, включенного в П</w:t>
      </w:r>
      <w:r w:rsidRPr="00525D35">
        <w:rPr>
          <w:sz w:val="28"/>
          <w:szCs w:val="28"/>
        </w:rPr>
        <w:t>еречень, заключаемому без проведения торгов, а также начальный размер арендной платы по договору аренды имуще</w:t>
      </w:r>
      <w:r>
        <w:rPr>
          <w:sz w:val="28"/>
          <w:szCs w:val="28"/>
        </w:rPr>
        <w:t>ства, включенного в П</w:t>
      </w:r>
      <w:r w:rsidRPr="00525D35">
        <w:rPr>
          <w:sz w:val="28"/>
          <w:szCs w:val="28"/>
        </w:rPr>
        <w:t xml:space="preserve">еречень, заключаемому по результатам проведения торгов, определяется на основании отчета об оценке </w:t>
      </w:r>
      <w:r w:rsidRPr="00D82DD8">
        <w:rPr>
          <w:sz w:val="28"/>
          <w:szCs w:val="28"/>
        </w:rPr>
        <w:t xml:space="preserve">рыночной стоимости </w:t>
      </w:r>
      <w:r w:rsidRPr="0070267B">
        <w:rPr>
          <w:sz w:val="28"/>
          <w:szCs w:val="28"/>
        </w:rPr>
        <w:t>арендной платы</w:t>
      </w:r>
      <w:r w:rsidRPr="00525D35">
        <w:rPr>
          <w:sz w:val="28"/>
          <w:szCs w:val="28"/>
        </w:rPr>
        <w:t>, подготовленного в соответствии с законодательством Российской Федерации об оценочной деятельности.</w:t>
      </w:r>
    </w:p>
    <w:p w:rsidR="00035EF2" w:rsidRPr="00525D35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 w:rsidRPr="00525D35">
        <w:rPr>
          <w:sz w:val="28"/>
          <w:szCs w:val="28"/>
        </w:rPr>
        <w:t>В случае заключения договора аренды по результатам проведения торгов, арендная плата в договоре аренды устанавливается в размере, сформировавшемся в процессе проведения торгов.</w:t>
      </w:r>
    </w:p>
    <w:p w:rsidR="00035EF2" w:rsidRPr="00536268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арендную плату</w:t>
      </w:r>
      <w:r w:rsidRPr="00C51ED4">
        <w:rPr>
          <w:sz w:val="28"/>
          <w:szCs w:val="28"/>
        </w:rPr>
        <w:t xml:space="preserve"> по договору </w:t>
      </w:r>
      <w:r w:rsidRPr="00536268">
        <w:rPr>
          <w:sz w:val="28"/>
          <w:szCs w:val="28"/>
        </w:rPr>
        <w:t xml:space="preserve">не входят необходимые эксплуатационные расходы, связанные с содержанием имущества. </w:t>
      </w:r>
    </w:p>
    <w:p w:rsidR="00035EF2" w:rsidRDefault="00035EF2" w:rsidP="00FB66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17. Субъекта</w:t>
      </w:r>
      <w:r w:rsidRPr="00861CAC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МСП, </w:t>
      </w:r>
      <w:r w:rsidRPr="00C51ED4">
        <w:rPr>
          <w:sz w:val="28"/>
          <w:szCs w:val="28"/>
        </w:rPr>
        <w:t xml:space="preserve">занимающимся социально значимыми видами деятельности, предоставляется льгота по арендной плате в виде применения понижающего коэффициента, </w:t>
      </w:r>
      <w:r w:rsidRPr="00861CAC">
        <w:rPr>
          <w:sz w:val="28"/>
          <w:szCs w:val="28"/>
        </w:rPr>
        <w:t>корректирующего величину размера арендной платы, равного 0,75.</w:t>
      </w:r>
    </w:p>
    <w:p w:rsidR="00035EF2" w:rsidRPr="00861CAC" w:rsidRDefault="00035EF2" w:rsidP="00FB6677">
      <w:pPr>
        <w:pStyle w:val="formattexttoplevel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18. </w:t>
      </w:r>
      <w:r w:rsidRPr="00861CAC">
        <w:rPr>
          <w:sz w:val="28"/>
          <w:szCs w:val="28"/>
        </w:rPr>
        <w:t>Льгота по арендной плате применяется при выполнении всей совокупности следующих условий:</w:t>
      </w:r>
    </w:p>
    <w:p w:rsidR="00035EF2" w:rsidRDefault="00035EF2" w:rsidP="00FB6677">
      <w:pPr>
        <w:pStyle w:val="formattexttoplevel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861CAC">
        <w:rPr>
          <w:sz w:val="28"/>
          <w:szCs w:val="28"/>
        </w:rPr>
        <w:t>соблюдение заявительного порядка для предоставления льготы по арендной плате;</w:t>
      </w:r>
    </w:p>
    <w:p w:rsidR="00035EF2" w:rsidRPr="003F7A77" w:rsidRDefault="00035EF2" w:rsidP="00EA02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F7A77">
        <w:rPr>
          <w:sz w:val="28"/>
          <w:szCs w:val="28"/>
        </w:rPr>
        <w:t>социально значимый вид деятельности является основным видом деятельности в соответствии с выпиской из единого государственного реестра юридических лиц/индивидуаль</w:t>
      </w:r>
      <w:r>
        <w:rPr>
          <w:sz w:val="28"/>
          <w:szCs w:val="28"/>
        </w:rPr>
        <w:t>ных предпринимателей;</w:t>
      </w:r>
    </w:p>
    <w:p w:rsidR="00035EF2" w:rsidRPr="00861CAC" w:rsidRDefault="00035EF2" w:rsidP="00FB6677">
      <w:pPr>
        <w:pStyle w:val="formattexttoplevel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 имущество предоставляется с</w:t>
      </w:r>
      <w:r w:rsidRPr="00861CAC">
        <w:rPr>
          <w:sz w:val="28"/>
          <w:szCs w:val="28"/>
        </w:rPr>
        <w:t xml:space="preserve">убъекту </w:t>
      </w:r>
      <w:r>
        <w:rPr>
          <w:sz w:val="28"/>
          <w:szCs w:val="28"/>
        </w:rPr>
        <w:t>МСП</w:t>
      </w:r>
      <w:r w:rsidRPr="00861CAC">
        <w:rPr>
          <w:sz w:val="28"/>
          <w:szCs w:val="28"/>
        </w:rPr>
        <w:t xml:space="preserve"> для осуществления социально значимого вида деятельности;</w:t>
      </w:r>
    </w:p>
    <w:p w:rsidR="00035EF2" w:rsidRDefault="00035EF2" w:rsidP="00FB6677">
      <w:pPr>
        <w:pStyle w:val="formattexttoplevel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 с</w:t>
      </w:r>
      <w:r w:rsidRPr="00861CAC">
        <w:rPr>
          <w:sz w:val="28"/>
          <w:szCs w:val="28"/>
        </w:rPr>
        <w:t xml:space="preserve">убъект </w:t>
      </w:r>
      <w:r>
        <w:rPr>
          <w:sz w:val="28"/>
          <w:szCs w:val="28"/>
        </w:rPr>
        <w:t xml:space="preserve">МСП </w:t>
      </w:r>
      <w:r w:rsidRPr="00861CAC">
        <w:rPr>
          <w:sz w:val="28"/>
          <w:szCs w:val="28"/>
        </w:rPr>
        <w:t>осуществляет социально значимый вид деятельности в период действия договора аренды</w:t>
      </w:r>
      <w:r>
        <w:rPr>
          <w:sz w:val="28"/>
          <w:szCs w:val="28"/>
        </w:rPr>
        <w:t>.</w:t>
      </w:r>
    </w:p>
    <w:p w:rsidR="00035EF2" w:rsidRPr="00481AB8" w:rsidRDefault="00035EF2" w:rsidP="00FB6677">
      <w:pPr>
        <w:pStyle w:val="formattexttoplevel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481AB8">
        <w:rPr>
          <w:sz w:val="28"/>
          <w:szCs w:val="28"/>
        </w:rPr>
        <w:t>.</w:t>
      </w:r>
      <w:r w:rsidRPr="00481AB8">
        <w:rPr>
          <w:sz w:val="26"/>
          <w:szCs w:val="26"/>
        </w:rPr>
        <w:t xml:space="preserve"> </w:t>
      </w:r>
      <w:r w:rsidRPr="00481AB8">
        <w:rPr>
          <w:sz w:val="28"/>
          <w:szCs w:val="28"/>
        </w:rPr>
        <w:t>В случае прекращения осуществления социально значимого вида деятельности льгота по арендной плате не применяется, а арендная плата рассчитывается и взыскивается в полном объеме в порядке, определенном в соответствующем договоре аренды.</w:t>
      </w:r>
    </w:p>
    <w:p w:rsidR="00035EF2" w:rsidRDefault="00035EF2" w:rsidP="00234EDD">
      <w:pPr>
        <w:spacing w:line="240" w:lineRule="auto"/>
        <w:ind w:right="-6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543AF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543AF9">
        <w:rPr>
          <w:rFonts w:ascii="Times New Roman" w:hAnsi="Times New Roman"/>
          <w:sz w:val="28"/>
          <w:szCs w:val="28"/>
        </w:rPr>
        <w:t>.</w:t>
      </w:r>
      <w:r w:rsidRPr="00543AF9">
        <w:rPr>
          <w:rFonts w:ascii="Times New Roman" w:hAnsi="Times New Roman"/>
          <w:sz w:val="26"/>
          <w:szCs w:val="26"/>
        </w:rPr>
        <w:t xml:space="preserve"> </w:t>
      </w:r>
      <w:r w:rsidRPr="00543AF9">
        <w:rPr>
          <w:rFonts w:ascii="Times New Roman" w:hAnsi="Times New Roman"/>
          <w:color w:val="000000"/>
          <w:sz w:val="28"/>
          <w:szCs w:val="28"/>
        </w:rPr>
        <w:t>В отношении имущества,</w:t>
      </w:r>
      <w:r w:rsidRPr="00543AF9">
        <w:rPr>
          <w:rFonts w:ascii="Times New Roman" w:hAnsi="Times New Roman"/>
          <w:sz w:val="28"/>
          <w:szCs w:val="28"/>
        </w:rPr>
        <w:t xml:space="preserve"> включенного в Перечень,</w:t>
      </w:r>
      <w:r w:rsidRPr="00543AF9">
        <w:rPr>
          <w:rFonts w:ascii="Times New Roman" w:hAnsi="Times New Roman"/>
          <w:color w:val="000000"/>
          <w:sz w:val="28"/>
          <w:szCs w:val="28"/>
        </w:rPr>
        <w:t xml:space="preserve"> запрещается передача арендатором прав и обязанностей по договору аренды имущества другому лицу, передача прав по указанным договорам в залог и внесение их в уставный капитал хозяйственных обществ, предоставление имущества в субаренду.</w:t>
      </w:r>
    </w:p>
    <w:p w:rsidR="00035EF2" w:rsidRDefault="00035EF2" w:rsidP="00234EDD">
      <w:pPr>
        <w:spacing w:line="240" w:lineRule="auto"/>
        <w:ind w:right="-6"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5EF2" w:rsidRDefault="00035EF2" w:rsidP="00234EDD">
      <w:pPr>
        <w:spacing w:line="240" w:lineRule="auto"/>
        <w:ind w:right="-6"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5EF2" w:rsidRPr="008273D7" w:rsidRDefault="00035EF2" w:rsidP="00F97DD1">
      <w:pPr>
        <w:shd w:val="clear" w:color="auto" w:fill="FFFFFF"/>
        <w:spacing w:after="0" w:line="240" w:lineRule="auto"/>
        <w:ind w:left="6120"/>
        <w:jc w:val="center"/>
        <w:rPr>
          <w:rFonts w:ascii="Times New Roman" w:hAnsi="Times New Roman"/>
        </w:rPr>
      </w:pPr>
      <w:r w:rsidRPr="008273D7">
        <w:rPr>
          <w:rFonts w:ascii="Times New Roman" w:hAnsi="Times New Roman"/>
        </w:rPr>
        <w:t>Приложение №1 к</w:t>
      </w:r>
      <w:r w:rsidRPr="008273D7">
        <w:rPr>
          <w:rFonts w:ascii="Times New Roman" w:hAnsi="Times New Roman"/>
          <w:spacing w:val="-1"/>
        </w:rPr>
        <w:t xml:space="preserve"> Порядку и условиям предоставления в аренду государственного </w:t>
      </w:r>
      <w:r w:rsidRPr="008273D7">
        <w:rPr>
          <w:rFonts w:ascii="Times New Roman" w:hAnsi="Times New Roman"/>
        </w:rPr>
        <w:t xml:space="preserve">имущества Новосибирской области, включенного в перечень государственного имущества Новосибирской области, свободного от прав третьих лиц (за исключением имущественных прав субъектов малого и </w:t>
      </w:r>
      <w:r w:rsidRPr="008273D7">
        <w:rPr>
          <w:rFonts w:ascii="Times New Roman" w:hAnsi="Times New Roman"/>
          <w:spacing w:val="-1"/>
        </w:rPr>
        <w:t xml:space="preserve">среднего предпринимательства), утвержденного </w:t>
      </w:r>
      <w:r w:rsidRPr="008273D7">
        <w:rPr>
          <w:rFonts w:ascii="Times New Roman" w:hAnsi="Times New Roman"/>
        </w:rPr>
        <w:t xml:space="preserve">Постановлением Правительства Новосибирской области </w:t>
      </w:r>
    </w:p>
    <w:p w:rsidR="00035EF2" w:rsidRPr="008273D7" w:rsidRDefault="00035EF2" w:rsidP="00F97DD1">
      <w:pPr>
        <w:shd w:val="clear" w:color="auto" w:fill="FFFFFF"/>
        <w:spacing w:after="0" w:line="240" w:lineRule="auto"/>
        <w:ind w:left="6120"/>
        <w:jc w:val="center"/>
        <w:rPr>
          <w:rFonts w:ascii="Times New Roman" w:hAnsi="Times New Roman"/>
        </w:rPr>
      </w:pPr>
    </w:p>
    <w:p w:rsidR="00035EF2" w:rsidRPr="008273D7" w:rsidRDefault="00035EF2" w:rsidP="00F97DD1">
      <w:pPr>
        <w:shd w:val="clear" w:color="auto" w:fill="FFFFFF"/>
        <w:spacing w:after="0" w:line="240" w:lineRule="auto"/>
        <w:ind w:left="6120"/>
        <w:jc w:val="center"/>
        <w:rPr>
          <w:rFonts w:ascii="Times New Roman" w:hAnsi="Times New Roman"/>
        </w:rPr>
      </w:pPr>
      <w:r w:rsidRPr="008273D7">
        <w:rPr>
          <w:rFonts w:ascii="Times New Roman" w:hAnsi="Times New Roman"/>
        </w:rPr>
        <w:t>от               №</w:t>
      </w:r>
    </w:p>
    <w:p w:rsidR="00035EF2" w:rsidRDefault="00035EF2" w:rsidP="00187B0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B4471">
        <w:rPr>
          <w:rFonts w:ascii="Times New Roman" w:hAnsi="Times New Roman"/>
          <w:b/>
          <w:bCs/>
          <w:sz w:val="24"/>
          <w:szCs w:val="24"/>
        </w:rPr>
        <w:t>Заявление о соответствии вновь созданного юридического лица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4471">
        <w:rPr>
          <w:rFonts w:ascii="Times New Roman" w:hAnsi="Times New Roman"/>
          <w:b/>
          <w:bCs/>
          <w:sz w:val="24"/>
          <w:szCs w:val="24"/>
        </w:rPr>
        <w:t>и вновь зарегистрированного индивидуального предпринимателя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4471">
        <w:rPr>
          <w:rFonts w:ascii="Times New Roman" w:hAnsi="Times New Roman"/>
          <w:b/>
          <w:bCs/>
          <w:sz w:val="24"/>
          <w:szCs w:val="24"/>
        </w:rPr>
        <w:t>условиям отнесения к субъектам малого и среднего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4471">
        <w:rPr>
          <w:rFonts w:ascii="Times New Roman" w:hAnsi="Times New Roman"/>
          <w:b/>
          <w:bCs/>
          <w:sz w:val="24"/>
          <w:szCs w:val="24"/>
        </w:rPr>
        <w:t>предпринимательства, установленным Федеральным законом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4471">
        <w:rPr>
          <w:rFonts w:ascii="Times New Roman" w:hAnsi="Times New Roman"/>
          <w:b/>
          <w:bCs/>
          <w:sz w:val="24"/>
          <w:szCs w:val="24"/>
        </w:rPr>
        <w:t>от 24 июля 2007 г. № 209-ФЗ “О развитии малого и среднего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4471">
        <w:rPr>
          <w:rFonts w:ascii="Times New Roman" w:hAnsi="Times New Roman"/>
          <w:b/>
          <w:bCs/>
          <w:sz w:val="24"/>
          <w:szCs w:val="24"/>
        </w:rPr>
        <w:t>предпринимательства в Российской Федерации”</w:t>
      </w:r>
    </w:p>
    <w:p w:rsidR="00035EF2" w:rsidRPr="00CB4471" w:rsidRDefault="00035EF2" w:rsidP="00187B0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5EF2" w:rsidRPr="00CB4471" w:rsidRDefault="00035EF2" w:rsidP="00CB4471">
      <w:pPr>
        <w:ind w:left="567"/>
        <w:rPr>
          <w:rFonts w:ascii="Times New Roman" w:hAnsi="Times New Roman"/>
          <w:sz w:val="24"/>
          <w:szCs w:val="24"/>
        </w:rPr>
      </w:pPr>
      <w:r w:rsidRPr="00CB4471">
        <w:rPr>
          <w:rFonts w:ascii="Times New Roman" w:hAnsi="Times New Roman"/>
          <w:sz w:val="24"/>
          <w:szCs w:val="24"/>
        </w:rPr>
        <w:t xml:space="preserve">Настоящим заявляю, что  </w:t>
      </w:r>
    </w:p>
    <w:p w:rsidR="00035EF2" w:rsidRPr="00F20B4A" w:rsidRDefault="00035EF2" w:rsidP="00CB4471">
      <w:pPr>
        <w:pBdr>
          <w:top w:val="single" w:sz="4" w:space="1" w:color="auto"/>
        </w:pBdr>
        <w:spacing w:after="120"/>
        <w:jc w:val="center"/>
        <w:rPr>
          <w:rFonts w:ascii="Times New Roman" w:hAnsi="Times New Roman"/>
        </w:rPr>
      </w:pPr>
      <w:r w:rsidRPr="00F20B4A">
        <w:rPr>
          <w:rFonts w:ascii="Times New Roman" w:hAnsi="Times New Roman"/>
        </w:rPr>
        <w:t xml:space="preserve">(указывается полное наименование юридического лица, фамилия, имя, отчество (последнее </w:t>
      </w:r>
      <w:r w:rsidRPr="00F20B4A">
        <w:rPr>
          <w:rFonts w:ascii="Times New Roman" w:hAnsi="Times New Roman"/>
        </w:rPr>
        <w:sym w:font="Symbol" w:char="F02D"/>
      </w:r>
      <w:r w:rsidRPr="00F20B4A">
        <w:rPr>
          <w:rFonts w:ascii="Times New Roman" w:hAnsi="Times New Roman"/>
        </w:rPr>
        <w:t xml:space="preserve"> при наличии) индивидуального предпринимателя)</w:t>
      </w:r>
    </w:p>
    <w:p w:rsidR="00035EF2" w:rsidRPr="00CB4471" w:rsidRDefault="00035EF2" w:rsidP="00CB4471">
      <w:pPr>
        <w:outlineLvl w:val="0"/>
        <w:rPr>
          <w:rFonts w:ascii="Times New Roman" w:hAnsi="Times New Roman"/>
          <w:sz w:val="24"/>
          <w:szCs w:val="24"/>
        </w:rPr>
      </w:pPr>
      <w:r w:rsidRPr="00CB4471">
        <w:rPr>
          <w:rFonts w:ascii="Times New Roman" w:hAnsi="Times New Roman"/>
          <w:sz w:val="24"/>
          <w:szCs w:val="24"/>
        </w:rPr>
        <w:t xml:space="preserve">ИНН:  </w:t>
      </w:r>
    </w:p>
    <w:p w:rsidR="00035EF2" w:rsidRPr="00F20B4A" w:rsidRDefault="00035EF2" w:rsidP="00CB4471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/>
        </w:rPr>
      </w:pPr>
      <w:r w:rsidRPr="00CB4471">
        <w:rPr>
          <w:rFonts w:ascii="Times New Roman" w:hAnsi="Times New Roman"/>
          <w:sz w:val="24"/>
          <w:szCs w:val="24"/>
        </w:rPr>
        <w:t>(</w:t>
      </w:r>
      <w:r w:rsidRPr="00F20B4A">
        <w:rPr>
          <w:rFonts w:ascii="Times New Roman" w:hAnsi="Times New Roman"/>
        </w:rPr>
        <w:t>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035EF2" w:rsidRPr="00CB4471" w:rsidRDefault="00035EF2" w:rsidP="00CB4471">
      <w:pPr>
        <w:rPr>
          <w:rFonts w:ascii="Times New Roman" w:hAnsi="Times New Roman"/>
          <w:sz w:val="24"/>
          <w:szCs w:val="24"/>
        </w:rPr>
      </w:pPr>
      <w:r w:rsidRPr="00CB4471">
        <w:rPr>
          <w:rFonts w:ascii="Times New Roman" w:hAnsi="Times New Roman"/>
          <w:sz w:val="24"/>
          <w:szCs w:val="24"/>
        </w:rPr>
        <w:t xml:space="preserve">дата государственной регистрации:  </w:t>
      </w:r>
    </w:p>
    <w:p w:rsidR="00035EF2" w:rsidRPr="00F20B4A" w:rsidRDefault="00035EF2" w:rsidP="00CB4471">
      <w:pPr>
        <w:pBdr>
          <w:top w:val="single" w:sz="4" w:space="1" w:color="auto"/>
        </w:pBdr>
        <w:spacing w:after="120"/>
        <w:jc w:val="center"/>
        <w:rPr>
          <w:rFonts w:ascii="Times New Roman" w:hAnsi="Times New Roman"/>
        </w:rPr>
      </w:pPr>
      <w:r w:rsidRPr="00F20B4A">
        <w:rPr>
          <w:rFonts w:ascii="Times New Roman" w:hAnsi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035EF2" w:rsidRPr="00CB4471" w:rsidRDefault="00035EF2" w:rsidP="00CB4471">
      <w:pPr>
        <w:spacing w:after="480"/>
        <w:jc w:val="both"/>
        <w:rPr>
          <w:rFonts w:ascii="Times New Roman" w:hAnsi="Times New Roman"/>
          <w:sz w:val="24"/>
          <w:szCs w:val="24"/>
        </w:rPr>
      </w:pPr>
      <w:r w:rsidRPr="00CB4471">
        <w:rPr>
          <w:rFonts w:ascii="Times New Roman" w:hAnsi="Times New Roman"/>
          <w:sz w:val="24"/>
          <w:szCs w:val="24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0"/>
        <w:gridCol w:w="1758"/>
        <w:gridCol w:w="3402"/>
      </w:tblGrid>
      <w:tr w:rsidR="00035EF2" w:rsidRPr="00CB4471" w:rsidTr="007E51D4"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EF2" w:rsidRPr="00CB4471" w:rsidRDefault="00035EF2" w:rsidP="007E51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EF2" w:rsidRPr="00CB4471" w:rsidTr="007E51D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CB4471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CB4471">
              <w:rPr>
                <w:rFonts w:ascii="Times New Roman" w:hAnsi="Times New Roman"/>
                <w:sz w:val="24"/>
                <w:szCs w:val="24"/>
              </w:rPr>
              <w:t xml:space="preserve"> при наличии) подписавшего,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</w:tbl>
    <w:p w:rsidR="00035EF2" w:rsidRPr="00CB4471" w:rsidRDefault="00035EF2" w:rsidP="00CB4471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418"/>
        <w:gridCol w:w="397"/>
        <w:gridCol w:w="397"/>
        <w:gridCol w:w="284"/>
      </w:tblGrid>
      <w:tr w:rsidR="00035EF2" w:rsidRPr="00CB4471" w:rsidTr="007E51D4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EF2" w:rsidRPr="00CB4471" w:rsidRDefault="00035EF2" w:rsidP="007E51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EF2" w:rsidRPr="00CB4471" w:rsidRDefault="00035EF2" w:rsidP="007E51D4">
            <w:pPr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EF2" w:rsidRPr="00CB4471" w:rsidRDefault="00035EF2" w:rsidP="007E51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5EF2" w:rsidRPr="00CB4471" w:rsidRDefault="00035EF2" w:rsidP="007E51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5EF2" w:rsidRPr="00CB4471" w:rsidRDefault="00035EF2" w:rsidP="007E51D4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35EF2" w:rsidRPr="00CB4471" w:rsidTr="007E51D4">
        <w:trPr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471">
              <w:rPr>
                <w:rFonts w:ascii="Times New Roman" w:hAnsi="Times New Roman"/>
                <w:sz w:val="24"/>
                <w:szCs w:val="24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5EF2" w:rsidRPr="00CB4471" w:rsidRDefault="00035EF2" w:rsidP="007E51D4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5EF2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  <w:r w:rsidRPr="00CB4471">
        <w:rPr>
          <w:rFonts w:ascii="Times New Roman" w:hAnsi="Times New Roman"/>
          <w:sz w:val="24"/>
          <w:szCs w:val="24"/>
        </w:rPr>
        <w:t>м. п. (при наличии)</w:t>
      </w:r>
    </w:p>
    <w:p w:rsidR="00035EF2" w:rsidRPr="00FB6677" w:rsidRDefault="00035EF2" w:rsidP="00BB0478">
      <w:pPr>
        <w:pStyle w:val="NoSpacing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6677">
        <w:rPr>
          <w:rFonts w:ascii="Times New Roman" w:hAnsi="Times New Roman"/>
          <w:sz w:val="28"/>
          <w:szCs w:val="28"/>
          <w:lang w:eastAsia="ru-RU"/>
        </w:rPr>
        <w:t xml:space="preserve">Утвержден </w:t>
      </w:r>
    </w:p>
    <w:p w:rsidR="00035EF2" w:rsidRPr="00FB6677" w:rsidRDefault="00035EF2" w:rsidP="00BB0478">
      <w:pPr>
        <w:pStyle w:val="NoSpacing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6677">
        <w:rPr>
          <w:rFonts w:ascii="Times New Roman" w:hAnsi="Times New Roman"/>
          <w:sz w:val="28"/>
          <w:szCs w:val="28"/>
          <w:lang w:eastAsia="ru-RU"/>
        </w:rPr>
        <w:t>постановлением  Правительства Новосибирской области</w:t>
      </w:r>
    </w:p>
    <w:p w:rsidR="00035EF2" w:rsidRPr="00ED6FC1" w:rsidRDefault="00035EF2" w:rsidP="00BB0478">
      <w:pPr>
        <w:pStyle w:val="NoSpacing"/>
        <w:ind w:left="453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6677">
        <w:rPr>
          <w:rFonts w:ascii="Times New Roman" w:hAnsi="Times New Roman"/>
          <w:sz w:val="28"/>
          <w:szCs w:val="28"/>
          <w:lang w:eastAsia="ru-RU"/>
        </w:rPr>
        <w:t>от _____________ № _________</w:t>
      </w:r>
    </w:p>
    <w:p w:rsidR="00035EF2" w:rsidRDefault="00035EF2" w:rsidP="00BB0478">
      <w:pPr>
        <w:pStyle w:val="ConsPlusNormal"/>
        <w:jc w:val="right"/>
      </w:pPr>
    </w:p>
    <w:p w:rsidR="00035EF2" w:rsidRDefault="00035EF2" w:rsidP="00BB0478">
      <w:pPr>
        <w:pStyle w:val="ConsPlusNormal"/>
        <w:ind w:firstLine="540"/>
        <w:jc w:val="both"/>
      </w:pPr>
    </w:p>
    <w:p w:rsidR="00035EF2" w:rsidRDefault="00035EF2" w:rsidP="00BB0478">
      <w:pPr>
        <w:pStyle w:val="ConsPlusTitle"/>
        <w:jc w:val="center"/>
        <w:outlineLvl w:val="0"/>
      </w:pPr>
      <w:bookmarkStart w:id="3" w:name="P31"/>
      <w:bookmarkEnd w:id="3"/>
      <w:r>
        <w:t>ПЕРЕЧЕНЬ</w:t>
      </w:r>
    </w:p>
    <w:p w:rsidR="00035EF2" w:rsidRDefault="00035EF2" w:rsidP="00BB0478">
      <w:pPr>
        <w:pStyle w:val="ConsPlusTitle"/>
        <w:jc w:val="center"/>
      </w:pPr>
      <w:r>
        <w:t>СОЦИАЛЬНО ЗНАЧИМЫХ ВИДОВ ДЕЯТЕЛЬНОСТИ,</w:t>
      </w:r>
    </w:p>
    <w:p w:rsidR="00035EF2" w:rsidRDefault="00035EF2" w:rsidP="00BB0478">
      <w:pPr>
        <w:pStyle w:val="ConsPlusTitle"/>
        <w:jc w:val="center"/>
      </w:pPr>
      <w:r>
        <w:t>ОСУЩЕСТВЛЯЕМЫХ СУБЪЕКТАМИ МАЛОГО И СРЕДНЕГО</w:t>
      </w:r>
    </w:p>
    <w:p w:rsidR="00035EF2" w:rsidRDefault="00035EF2" w:rsidP="00BB0478">
      <w:pPr>
        <w:pStyle w:val="ConsPlusTitle"/>
        <w:jc w:val="center"/>
      </w:pPr>
      <w:r>
        <w:t xml:space="preserve">ПРЕДПРИНИМАТЕЛЬСТВА </w:t>
      </w:r>
    </w:p>
    <w:p w:rsidR="00035EF2" w:rsidRDefault="00035EF2" w:rsidP="00BB0478">
      <w:pPr>
        <w:pStyle w:val="ConsPlusNormal"/>
        <w:ind w:firstLine="540"/>
        <w:jc w:val="both"/>
      </w:pPr>
    </w:p>
    <w:tbl>
      <w:tblPr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139"/>
        <w:gridCol w:w="7380"/>
      </w:tblGrid>
      <w:tr w:rsidR="00035EF2" w:rsidTr="0057216F">
        <w:tc>
          <w:tcPr>
            <w:tcW w:w="624" w:type="dxa"/>
          </w:tcPr>
          <w:p w:rsidR="00035EF2" w:rsidRDefault="00035EF2" w:rsidP="00EA020F">
            <w:pPr>
              <w:pStyle w:val="ConsPlusNormal"/>
              <w:jc w:val="center"/>
            </w:pPr>
            <w:r>
              <w:t>N п.</w:t>
            </w:r>
          </w:p>
        </w:tc>
        <w:tc>
          <w:tcPr>
            <w:tcW w:w="2139" w:type="dxa"/>
            <w:vAlign w:val="center"/>
          </w:tcPr>
          <w:p w:rsidR="00035EF2" w:rsidRDefault="00035EF2" w:rsidP="001001ED">
            <w:pPr>
              <w:pStyle w:val="ConsPlusNormal"/>
              <w:jc w:val="center"/>
            </w:pPr>
            <w:r>
              <w:rPr>
                <w:b/>
                <w:bCs/>
              </w:rPr>
              <w:t>Кодовое обозначение для идентификации группировок видов экономической деятельности</w:t>
            </w:r>
            <w:r>
              <w:t>&lt;*&gt;</w:t>
            </w:r>
          </w:p>
        </w:tc>
        <w:tc>
          <w:tcPr>
            <w:tcW w:w="7380" w:type="dxa"/>
          </w:tcPr>
          <w:p w:rsidR="00035EF2" w:rsidRPr="001001ED" w:rsidRDefault="00035EF2" w:rsidP="001001ED">
            <w:pPr>
              <w:pStyle w:val="ConsPlusNormal"/>
              <w:ind w:left="-242"/>
              <w:jc w:val="center"/>
              <w:rPr>
                <w:b/>
              </w:rPr>
            </w:pPr>
            <w:r w:rsidRPr="001001ED">
              <w:rPr>
                <w:b/>
              </w:rPr>
              <w:t xml:space="preserve">Наименование основного вида деятельности </w:t>
            </w:r>
            <w:r>
              <w:t>&lt;**&gt;</w:t>
            </w:r>
          </w:p>
        </w:tc>
      </w:tr>
      <w:tr w:rsidR="00035EF2" w:rsidTr="0057216F">
        <w:tc>
          <w:tcPr>
            <w:tcW w:w="624" w:type="dxa"/>
          </w:tcPr>
          <w:p w:rsidR="00035EF2" w:rsidRDefault="00035EF2" w:rsidP="00EA020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39" w:type="dxa"/>
          </w:tcPr>
          <w:p w:rsidR="00035EF2" w:rsidRDefault="00035EF2" w:rsidP="00EA020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80" w:type="dxa"/>
          </w:tcPr>
          <w:p w:rsidR="00035EF2" w:rsidRDefault="00035EF2" w:rsidP="00EA020F">
            <w:pPr>
              <w:pStyle w:val="ConsPlusNormal"/>
              <w:jc w:val="center"/>
            </w:pPr>
            <w:r>
              <w:t>3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1.</w:t>
            </w:r>
          </w:p>
        </w:tc>
        <w:tc>
          <w:tcPr>
            <w:tcW w:w="2139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Класс 21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Производство лекарственных средств и материалов, применимых в медицинских целях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2.</w:t>
            </w:r>
          </w:p>
        </w:tc>
        <w:tc>
          <w:tcPr>
            <w:tcW w:w="2139" w:type="dxa"/>
          </w:tcPr>
          <w:p w:rsidR="00035EF2" w:rsidRPr="007045B9" w:rsidRDefault="00035EF2" w:rsidP="00F81A48">
            <w:pPr>
              <w:pStyle w:val="ConsPlusNormal"/>
            </w:pPr>
            <w:r w:rsidRPr="007045B9">
              <w:t>Группа 30.92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Производство велосипедов и инвалидных колясок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3.</w:t>
            </w:r>
          </w:p>
        </w:tc>
        <w:tc>
          <w:tcPr>
            <w:tcW w:w="2139" w:type="dxa"/>
          </w:tcPr>
          <w:p w:rsidR="00035EF2" w:rsidRPr="007045B9" w:rsidRDefault="00035EF2" w:rsidP="00C2049E">
            <w:pPr>
              <w:pStyle w:val="ConsPlusNormal"/>
            </w:pPr>
            <w:r w:rsidRPr="007045B9">
              <w:t>Подкласс 32.5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Производство медицинских инструментов и оборудования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4.</w:t>
            </w:r>
          </w:p>
        </w:tc>
        <w:tc>
          <w:tcPr>
            <w:tcW w:w="2139" w:type="dxa"/>
          </w:tcPr>
          <w:p w:rsidR="00035EF2" w:rsidRPr="007045B9" w:rsidRDefault="00035EF2" w:rsidP="00C2049E">
            <w:pPr>
              <w:pStyle w:val="ConsPlusNormal"/>
            </w:pPr>
            <w:r w:rsidRPr="007045B9">
              <w:t>Группа 47.73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Торговля розничная лекарственными средствами в специализированных магазинах (аптеках)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5.</w:t>
            </w:r>
          </w:p>
        </w:tc>
        <w:tc>
          <w:tcPr>
            <w:tcW w:w="2139" w:type="dxa"/>
          </w:tcPr>
          <w:p w:rsidR="00035EF2" w:rsidRPr="007045B9" w:rsidRDefault="00035EF2" w:rsidP="00C2049E">
            <w:pPr>
              <w:pStyle w:val="ConsPlusNormal"/>
            </w:pPr>
            <w:r w:rsidRPr="007045B9">
              <w:rPr>
                <w:color w:val="000000"/>
              </w:rPr>
              <w:t>Подгруппа 56.29.4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rPr>
                <w:color w:val="000000"/>
              </w:rPr>
              <w:t>Деятельность социальных столовых, буфетов или кафетериев (в офисах, больницах, школах, институтах и пр.) на основе льготных цен на питание 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6.</w:t>
            </w:r>
          </w:p>
        </w:tc>
        <w:tc>
          <w:tcPr>
            <w:tcW w:w="2139" w:type="dxa"/>
          </w:tcPr>
          <w:p w:rsidR="00035EF2" w:rsidRPr="007045B9" w:rsidRDefault="00035EF2" w:rsidP="007045B9">
            <w:pPr>
              <w:pStyle w:val="ConsPlusNormal"/>
            </w:pPr>
            <w:r w:rsidRPr="007045B9">
              <w:t>Класс 75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Деятельность ветеринарная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7.</w:t>
            </w:r>
          </w:p>
        </w:tc>
        <w:tc>
          <w:tcPr>
            <w:tcW w:w="2139" w:type="dxa"/>
          </w:tcPr>
          <w:p w:rsidR="00035EF2" w:rsidRPr="007045B9" w:rsidRDefault="00035EF2" w:rsidP="007045B9">
            <w:pPr>
              <w:pStyle w:val="ConsPlusNormal"/>
            </w:pPr>
            <w:r w:rsidRPr="007045B9">
              <w:t>Класс 78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Деятельность по трудоустройству и подбору персонала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8.</w:t>
            </w:r>
          </w:p>
        </w:tc>
        <w:tc>
          <w:tcPr>
            <w:tcW w:w="2139" w:type="dxa"/>
          </w:tcPr>
          <w:p w:rsidR="00035EF2" w:rsidRPr="007045B9" w:rsidRDefault="00035EF2" w:rsidP="007045B9">
            <w:pPr>
              <w:pStyle w:val="ConsPlusNormal"/>
            </w:pPr>
            <w:r w:rsidRPr="007045B9">
              <w:t>Группа 81.29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Деятельность по чистке и уборке прочая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9.</w:t>
            </w:r>
          </w:p>
        </w:tc>
        <w:tc>
          <w:tcPr>
            <w:tcW w:w="2139" w:type="dxa"/>
          </w:tcPr>
          <w:p w:rsidR="00035EF2" w:rsidRPr="007045B9" w:rsidRDefault="00035EF2" w:rsidP="007045B9">
            <w:pPr>
              <w:pStyle w:val="ConsPlusNormal"/>
            </w:pPr>
            <w:r w:rsidRPr="007045B9">
              <w:t>Группа 85.11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Образование дошкольное</w:t>
            </w:r>
          </w:p>
        </w:tc>
      </w:tr>
      <w:tr w:rsidR="00035EF2" w:rsidRPr="007045B9" w:rsidTr="008273D7">
        <w:trPr>
          <w:trHeight w:val="370"/>
        </w:trPr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10.</w:t>
            </w:r>
          </w:p>
        </w:tc>
        <w:tc>
          <w:tcPr>
            <w:tcW w:w="2139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Группа 85.41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О</w:t>
            </w:r>
            <w:r>
              <w:t>бразование дополнительное</w:t>
            </w:r>
            <w:r w:rsidRPr="007045B9">
              <w:t xml:space="preserve"> детей и взрослых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11.</w:t>
            </w:r>
          </w:p>
        </w:tc>
        <w:tc>
          <w:tcPr>
            <w:tcW w:w="2139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Класс 86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Деятельность в области здравоохранения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12.</w:t>
            </w:r>
          </w:p>
        </w:tc>
        <w:tc>
          <w:tcPr>
            <w:tcW w:w="2139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Класс 87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Деятельность по уходу с обеспечением проживания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13.</w:t>
            </w:r>
          </w:p>
        </w:tc>
        <w:tc>
          <w:tcPr>
            <w:tcW w:w="2139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Класс 88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Предоставление социальных услуг без обеспечения проживания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14.</w:t>
            </w:r>
          </w:p>
        </w:tc>
        <w:tc>
          <w:tcPr>
            <w:tcW w:w="2139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Класс 91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pStyle w:val="ConsPlusNormal"/>
              <w:jc w:val="both"/>
            </w:pPr>
            <w:r w:rsidRPr="007045B9">
              <w:t>Деятельность библиотек, архивов, музеев и прочих объектов культуры</w:t>
            </w:r>
          </w:p>
        </w:tc>
      </w:tr>
      <w:tr w:rsidR="00035EF2" w:rsidRPr="007045B9" w:rsidTr="0057216F"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15.</w:t>
            </w:r>
          </w:p>
        </w:tc>
        <w:tc>
          <w:tcPr>
            <w:tcW w:w="2139" w:type="dxa"/>
          </w:tcPr>
          <w:p w:rsidR="00035EF2" w:rsidRPr="007045B9" w:rsidRDefault="00035EF2" w:rsidP="007045B9">
            <w:pPr>
              <w:pStyle w:val="ConsPlusNormal"/>
            </w:pPr>
            <w:r w:rsidRPr="007045B9">
              <w:t>Подкласс 93.1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Деятельность в области спорта</w:t>
            </w:r>
          </w:p>
        </w:tc>
      </w:tr>
      <w:tr w:rsidR="00035EF2" w:rsidRPr="007045B9" w:rsidTr="007045B9">
        <w:trPr>
          <w:trHeight w:val="420"/>
        </w:trPr>
        <w:tc>
          <w:tcPr>
            <w:tcW w:w="624" w:type="dxa"/>
          </w:tcPr>
          <w:p w:rsidR="00035EF2" w:rsidRPr="007045B9" w:rsidRDefault="00035EF2" w:rsidP="00EA020F">
            <w:pPr>
              <w:pStyle w:val="ConsPlusNormal"/>
              <w:jc w:val="center"/>
            </w:pPr>
            <w:r w:rsidRPr="007045B9">
              <w:t>16.</w:t>
            </w:r>
          </w:p>
        </w:tc>
        <w:tc>
          <w:tcPr>
            <w:tcW w:w="2139" w:type="dxa"/>
          </w:tcPr>
          <w:p w:rsidR="00035EF2" w:rsidRPr="007045B9" w:rsidRDefault="00035EF2" w:rsidP="007045B9">
            <w:pPr>
              <w:pStyle w:val="ConsPlusNormal"/>
            </w:pPr>
            <w:r w:rsidRPr="007045B9">
              <w:t>Группа 96.04</w:t>
            </w:r>
          </w:p>
        </w:tc>
        <w:tc>
          <w:tcPr>
            <w:tcW w:w="7380" w:type="dxa"/>
          </w:tcPr>
          <w:p w:rsidR="00035EF2" w:rsidRPr="007045B9" w:rsidRDefault="00035EF2" w:rsidP="00EA020F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5B9">
              <w:rPr>
                <w:rFonts w:ascii="Times New Roman" w:hAnsi="Times New Roman"/>
                <w:sz w:val="24"/>
                <w:szCs w:val="24"/>
              </w:rPr>
              <w:t>Деятельность физкультурно-оздоровительная</w:t>
            </w:r>
          </w:p>
        </w:tc>
      </w:tr>
    </w:tbl>
    <w:p w:rsidR="00035EF2" w:rsidRPr="007045B9" w:rsidRDefault="00035EF2" w:rsidP="004B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35EF2" w:rsidRPr="000A787F" w:rsidRDefault="00035EF2" w:rsidP="004B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A787F">
        <w:rPr>
          <w:rFonts w:ascii="Times New Roman" w:hAnsi="Times New Roman"/>
          <w:sz w:val="24"/>
          <w:szCs w:val="24"/>
        </w:rPr>
        <w:t xml:space="preserve">Примечания: </w:t>
      </w:r>
    </w:p>
    <w:p w:rsidR="00035EF2" w:rsidRPr="000A787F" w:rsidRDefault="00035EF2" w:rsidP="004B47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787F">
        <w:rPr>
          <w:rFonts w:ascii="Times New Roman" w:hAnsi="Times New Roman"/>
          <w:sz w:val="24"/>
          <w:szCs w:val="24"/>
        </w:rPr>
        <w:t xml:space="preserve">&lt;*&gt; - код и наименование видов экономической деятельности в соответствии с Общероссийским </w:t>
      </w:r>
      <w:hyperlink r:id="rId13" w:history="1">
        <w:r w:rsidRPr="000A787F">
          <w:rPr>
            <w:rFonts w:ascii="Times New Roman" w:hAnsi="Times New Roman"/>
            <w:color w:val="0000FF"/>
            <w:sz w:val="24"/>
            <w:szCs w:val="24"/>
          </w:rPr>
          <w:t>классификатором</w:t>
        </w:r>
      </w:hyperlink>
      <w:r w:rsidRPr="000A787F">
        <w:rPr>
          <w:rFonts w:ascii="Times New Roman" w:hAnsi="Times New Roman"/>
          <w:sz w:val="24"/>
          <w:szCs w:val="24"/>
        </w:rPr>
        <w:t xml:space="preserve"> видов экономической деятельности </w:t>
      </w:r>
      <w:r w:rsidRPr="000A787F">
        <w:rPr>
          <w:rFonts w:ascii="Times New Roman" w:hAnsi="Times New Roman"/>
          <w:sz w:val="24"/>
          <w:szCs w:val="24"/>
          <w:lang w:eastAsia="ru-RU"/>
        </w:rPr>
        <w:t>(ОКВЭД2) ОК 029-2014 (КДЕС Ред. 2) (</w:t>
      </w:r>
      <w:bookmarkStart w:id="4" w:name="P102"/>
      <w:bookmarkEnd w:id="4"/>
      <w:r w:rsidRPr="000A787F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0A787F">
        <w:rPr>
          <w:rFonts w:ascii="Times New Roman" w:hAnsi="Times New Roman"/>
          <w:sz w:val="24"/>
          <w:szCs w:val="24"/>
          <w:lang w:eastAsia="ru-RU"/>
        </w:rPr>
        <w:instrText xml:space="preserve">HYPERLINK consultantplus://offline/ref=E088B0EBBB3DD2A14FA07FF3AA908ADA1A63817D032BCF44C6A4163257UFQ2I </w:instrText>
      </w:r>
      <w:r w:rsidRPr="000A787F">
        <w:rPr>
          <w:rFonts w:ascii="Times New Roman" w:hAnsi="Times New Roman"/>
          <w:sz w:val="24"/>
          <w:szCs w:val="24"/>
          <w:lang w:eastAsia="ru-RU"/>
        </w:rPr>
      </w:r>
      <w:r w:rsidRPr="000A787F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Pr="000A787F">
        <w:rPr>
          <w:rFonts w:ascii="Times New Roman" w:hAnsi="Times New Roman"/>
          <w:color w:val="0000FF"/>
          <w:sz w:val="24"/>
          <w:szCs w:val="24"/>
          <w:lang w:eastAsia="ru-RU"/>
        </w:rPr>
        <w:t>приказ</w:t>
      </w:r>
      <w:r w:rsidRPr="000A787F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0A787F">
        <w:rPr>
          <w:rFonts w:ascii="Times New Roman" w:hAnsi="Times New Roman"/>
          <w:sz w:val="24"/>
          <w:szCs w:val="24"/>
          <w:lang w:eastAsia="ru-RU"/>
        </w:rPr>
        <w:t xml:space="preserve"> ФНС России от 25 мая 2016 года N ММВ-7-14/333@ "О внесении изменений в приложения к приказу Федеральной налоговой службы от 25 января 2012 г. N ММВ-7-6/25@").</w:t>
      </w:r>
    </w:p>
    <w:p w:rsidR="00035EF2" w:rsidRPr="000A787F" w:rsidRDefault="00035EF2" w:rsidP="00794A47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A787F">
        <w:rPr>
          <w:rFonts w:ascii="Times New Roman" w:hAnsi="Times New Roman"/>
          <w:sz w:val="24"/>
          <w:szCs w:val="24"/>
        </w:rPr>
        <w:t>&lt;**&gt; - л</w:t>
      </w:r>
      <w:r w:rsidRPr="000A787F">
        <w:rPr>
          <w:rFonts w:ascii="Times New Roman" w:eastAsia="Times New Roman" w:hAnsi="Times New Roman"/>
          <w:sz w:val="24"/>
          <w:szCs w:val="24"/>
        </w:rPr>
        <w:t>ьгота предоставляется субъектам малого и среднего предпринимательства, если социально значимый вид деятельности является основным видом деятельности в соответствии с выпиской из единого государственного реестра юридических лиц/индивидуальных предпринимателей.</w:t>
      </w:r>
    </w:p>
    <w:p w:rsidR="00035EF2" w:rsidRPr="007045B9" w:rsidRDefault="00035EF2" w:rsidP="00D56AF8">
      <w:pPr>
        <w:pStyle w:val="ConsPlusNormal"/>
        <w:ind w:firstLine="540"/>
        <w:jc w:val="both"/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</w:rPr>
      </w:pPr>
    </w:p>
    <w:p w:rsidR="00035EF2" w:rsidRPr="007045B9" w:rsidRDefault="00035EF2" w:rsidP="000331C6">
      <w:pPr>
        <w:spacing w:before="240"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035EF2" w:rsidRPr="007045B9" w:rsidSect="001F346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73FF3"/>
    <w:multiLevelType w:val="singleLevel"/>
    <w:tmpl w:val="37AAF698"/>
    <w:lvl w:ilvl="0">
      <w:start w:val="7"/>
      <w:numFmt w:val="decimal"/>
      <w:lvlText w:val="6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color w:val="000000"/>
        <w:sz w:val="24"/>
        <w:u w:val="none"/>
      </w:rPr>
    </w:lvl>
  </w:abstractNum>
  <w:abstractNum w:abstractNumId="1">
    <w:nsid w:val="312D4DA5"/>
    <w:multiLevelType w:val="hybridMultilevel"/>
    <w:tmpl w:val="104EFB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041075"/>
    <w:multiLevelType w:val="multilevel"/>
    <w:tmpl w:val="1ECE20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color w:val="000000"/>
      </w:rPr>
    </w:lvl>
  </w:abstractNum>
  <w:abstractNum w:abstractNumId="3">
    <w:nsid w:val="5F952DD2"/>
    <w:multiLevelType w:val="singleLevel"/>
    <w:tmpl w:val="3AB0EDF8"/>
    <w:lvl w:ilvl="0">
      <w:start w:val="4"/>
      <w:numFmt w:val="decimal"/>
      <w:lvlText w:val="%1. "/>
      <w:legacy w:legacy="1" w:legacySpace="0" w:legacyIndent="283"/>
      <w:lvlJc w:val="left"/>
      <w:pPr>
        <w:ind w:left="1963" w:hanging="283"/>
      </w:pPr>
      <w:rPr>
        <w:rFonts w:ascii="Times New Roman" w:hAnsi="Times New Roman" w:cs="Times New Roman" w:hint="default"/>
        <w:b/>
        <w:i w:val="0"/>
        <w:color w:val="000000"/>
        <w:sz w:val="24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0D4"/>
    <w:rsid w:val="000331C6"/>
    <w:rsid w:val="00035EF2"/>
    <w:rsid w:val="000440D4"/>
    <w:rsid w:val="00050B00"/>
    <w:rsid w:val="000A235E"/>
    <w:rsid w:val="000A739E"/>
    <w:rsid w:val="000A787F"/>
    <w:rsid w:val="000D6BE1"/>
    <w:rsid w:val="000E7992"/>
    <w:rsid w:val="000F5B87"/>
    <w:rsid w:val="001001ED"/>
    <w:rsid w:val="00101F63"/>
    <w:rsid w:val="001652C8"/>
    <w:rsid w:val="00175431"/>
    <w:rsid w:val="00176F0B"/>
    <w:rsid w:val="00180F79"/>
    <w:rsid w:val="0018394A"/>
    <w:rsid w:val="00187B00"/>
    <w:rsid w:val="001901D7"/>
    <w:rsid w:val="001A3EE2"/>
    <w:rsid w:val="001C05EA"/>
    <w:rsid w:val="001D5591"/>
    <w:rsid w:val="001F346A"/>
    <w:rsid w:val="001F3C5A"/>
    <w:rsid w:val="0020388A"/>
    <w:rsid w:val="00212048"/>
    <w:rsid w:val="00221404"/>
    <w:rsid w:val="00234EDD"/>
    <w:rsid w:val="002520E4"/>
    <w:rsid w:val="002533D6"/>
    <w:rsid w:val="002561DF"/>
    <w:rsid w:val="00276553"/>
    <w:rsid w:val="002E7798"/>
    <w:rsid w:val="00344DE3"/>
    <w:rsid w:val="0035088D"/>
    <w:rsid w:val="003956A2"/>
    <w:rsid w:val="003B4E36"/>
    <w:rsid w:val="003E268A"/>
    <w:rsid w:val="003E3F17"/>
    <w:rsid w:val="003F7A77"/>
    <w:rsid w:val="00400F08"/>
    <w:rsid w:val="00407A38"/>
    <w:rsid w:val="0042438D"/>
    <w:rsid w:val="00442CF1"/>
    <w:rsid w:val="00452BC4"/>
    <w:rsid w:val="00453F19"/>
    <w:rsid w:val="004543F4"/>
    <w:rsid w:val="00462AAA"/>
    <w:rsid w:val="00470ED4"/>
    <w:rsid w:val="0048182D"/>
    <w:rsid w:val="00481AB8"/>
    <w:rsid w:val="004B36D4"/>
    <w:rsid w:val="004B47F2"/>
    <w:rsid w:val="004C5BA5"/>
    <w:rsid w:val="00507E9A"/>
    <w:rsid w:val="00515F46"/>
    <w:rsid w:val="00525D35"/>
    <w:rsid w:val="00536268"/>
    <w:rsid w:val="00543AF9"/>
    <w:rsid w:val="0057216F"/>
    <w:rsid w:val="00576FA2"/>
    <w:rsid w:val="00582B89"/>
    <w:rsid w:val="005959F1"/>
    <w:rsid w:val="005C3ACC"/>
    <w:rsid w:val="005D51AD"/>
    <w:rsid w:val="00601C82"/>
    <w:rsid w:val="0061521E"/>
    <w:rsid w:val="00637186"/>
    <w:rsid w:val="00665B27"/>
    <w:rsid w:val="00692326"/>
    <w:rsid w:val="006B70B5"/>
    <w:rsid w:val="006D1AAD"/>
    <w:rsid w:val="006E11C3"/>
    <w:rsid w:val="006F02F7"/>
    <w:rsid w:val="0070267B"/>
    <w:rsid w:val="007045B9"/>
    <w:rsid w:val="00794A47"/>
    <w:rsid w:val="007B34E1"/>
    <w:rsid w:val="007B642B"/>
    <w:rsid w:val="007C1259"/>
    <w:rsid w:val="007C5EA8"/>
    <w:rsid w:val="007E0FF8"/>
    <w:rsid w:val="007E51D4"/>
    <w:rsid w:val="007F43EB"/>
    <w:rsid w:val="0082209F"/>
    <w:rsid w:val="008273D7"/>
    <w:rsid w:val="00833C1C"/>
    <w:rsid w:val="008510C2"/>
    <w:rsid w:val="00861CAC"/>
    <w:rsid w:val="008A5989"/>
    <w:rsid w:val="008B024D"/>
    <w:rsid w:val="008E505C"/>
    <w:rsid w:val="008E5344"/>
    <w:rsid w:val="00903381"/>
    <w:rsid w:val="00906EA4"/>
    <w:rsid w:val="009215F8"/>
    <w:rsid w:val="0092505C"/>
    <w:rsid w:val="009701B1"/>
    <w:rsid w:val="00972A89"/>
    <w:rsid w:val="00982C50"/>
    <w:rsid w:val="009C48D6"/>
    <w:rsid w:val="009C6F2A"/>
    <w:rsid w:val="009D5DE4"/>
    <w:rsid w:val="00A00313"/>
    <w:rsid w:val="00A07A26"/>
    <w:rsid w:val="00A11A01"/>
    <w:rsid w:val="00A129E5"/>
    <w:rsid w:val="00A32685"/>
    <w:rsid w:val="00A55169"/>
    <w:rsid w:val="00A71DC2"/>
    <w:rsid w:val="00AB2A9B"/>
    <w:rsid w:val="00AB633C"/>
    <w:rsid w:val="00AC7B0D"/>
    <w:rsid w:val="00AF63EF"/>
    <w:rsid w:val="00B15391"/>
    <w:rsid w:val="00B22846"/>
    <w:rsid w:val="00B3775B"/>
    <w:rsid w:val="00B56149"/>
    <w:rsid w:val="00B66FAF"/>
    <w:rsid w:val="00BB0478"/>
    <w:rsid w:val="00BC3A3E"/>
    <w:rsid w:val="00BC3EFC"/>
    <w:rsid w:val="00BE0D03"/>
    <w:rsid w:val="00BE5F46"/>
    <w:rsid w:val="00BF314D"/>
    <w:rsid w:val="00C2049E"/>
    <w:rsid w:val="00C3549B"/>
    <w:rsid w:val="00C51ED4"/>
    <w:rsid w:val="00C77C57"/>
    <w:rsid w:val="00C82023"/>
    <w:rsid w:val="00CA155E"/>
    <w:rsid w:val="00CB4471"/>
    <w:rsid w:val="00CF6749"/>
    <w:rsid w:val="00D0054C"/>
    <w:rsid w:val="00D07929"/>
    <w:rsid w:val="00D4545B"/>
    <w:rsid w:val="00D56AF8"/>
    <w:rsid w:val="00D6685F"/>
    <w:rsid w:val="00D73225"/>
    <w:rsid w:val="00D82DD8"/>
    <w:rsid w:val="00D84563"/>
    <w:rsid w:val="00D911BF"/>
    <w:rsid w:val="00DB337C"/>
    <w:rsid w:val="00DF5FC2"/>
    <w:rsid w:val="00DF6020"/>
    <w:rsid w:val="00E11C0B"/>
    <w:rsid w:val="00E23AF4"/>
    <w:rsid w:val="00E47843"/>
    <w:rsid w:val="00E52169"/>
    <w:rsid w:val="00E531AB"/>
    <w:rsid w:val="00EA020F"/>
    <w:rsid w:val="00EA0277"/>
    <w:rsid w:val="00EC548F"/>
    <w:rsid w:val="00ED6FC1"/>
    <w:rsid w:val="00EF096B"/>
    <w:rsid w:val="00EF6331"/>
    <w:rsid w:val="00F02A45"/>
    <w:rsid w:val="00F1503D"/>
    <w:rsid w:val="00F20B4A"/>
    <w:rsid w:val="00F21279"/>
    <w:rsid w:val="00F56C6E"/>
    <w:rsid w:val="00F81A48"/>
    <w:rsid w:val="00F82D5F"/>
    <w:rsid w:val="00F97DD1"/>
    <w:rsid w:val="00FA707A"/>
    <w:rsid w:val="00FB6677"/>
    <w:rsid w:val="00FD26FE"/>
    <w:rsid w:val="00FF0ED9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440D4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0440D4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23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3AF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D5591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ormattexttopleveltext">
    <w:name w:val="formattext topleveltext"/>
    <w:basedOn w:val="Normal"/>
    <w:uiPriority w:val="99"/>
    <w:rsid w:val="001D55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FB6677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6677"/>
    <w:rPr>
      <w:rFonts w:ascii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B6677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66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B667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odytext0">
    <w:name w:val="Body text_"/>
    <w:basedOn w:val="DefaultParagraphFont"/>
    <w:link w:val="3"/>
    <w:uiPriority w:val="99"/>
    <w:locked/>
    <w:rsid w:val="00BC3A3E"/>
    <w:rPr>
      <w:rFonts w:cs="Times New Roman"/>
      <w:sz w:val="26"/>
      <w:szCs w:val="26"/>
      <w:shd w:val="clear" w:color="auto" w:fill="FFFFFF"/>
      <w:lang w:bidi="ar-SA"/>
    </w:rPr>
  </w:style>
  <w:style w:type="paragraph" w:customStyle="1" w:styleId="3">
    <w:name w:val="Основной текст3"/>
    <w:basedOn w:val="Normal"/>
    <w:link w:val="Bodytext0"/>
    <w:uiPriority w:val="99"/>
    <w:rsid w:val="00BC3A3E"/>
    <w:pPr>
      <w:shd w:val="clear" w:color="auto" w:fill="FFFFFF"/>
      <w:spacing w:after="0" w:line="240" w:lineRule="atLeast"/>
    </w:pPr>
    <w:rPr>
      <w:rFonts w:ascii="Times New Roman" w:hAnsi="Times New Roman"/>
      <w:noProof/>
      <w:sz w:val="26"/>
      <w:szCs w:val="26"/>
      <w:shd w:val="clear" w:color="auto" w:fill="FFFFFF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0A23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07A26"/>
    <w:rPr>
      <w:rFonts w:ascii="Times New Roman" w:hAnsi="Times New Roman" w:cs="Times New Roman"/>
      <w:sz w:val="2"/>
      <w:lang w:eastAsia="en-US"/>
    </w:rPr>
  </w:style>
  <w:style w:type="paragraph" w:customStyle="1" w:styleId="ConsPlusTitle">
    <w:name w:val="ConsPlusTitle"/>
    <w:uiPriority w:val="99"/>
    <w:rsid w:val="00BB0478"/>
    <w:pPr>
      <w:widowControl w:val="0"/>
      <w:autoSpaceDE w:val="0"/>
      <w:autoSpaceDN w:val="0"/>
    </w:pPr>
    <w:rPr>
      <w:rFonts w:ascii="Times New Roman" w:hAnsi="Times New Roman"/>
      <w:b/>
      <w:sz w:val="24"/>
      <w:szCs w:val="20"/>
    </w:rPr>
  </w:style>
  <w:style w:type="paragraph" w:styleId="BodyText2">
    <w:name w:val="Body Text 2"/>
    <w:basedOn w:val="Normal"/>
    <w:link w:val="BodyText2Char1"/>
    <w:uiPriority w:val="99"/>
    <w:rsid w:val="00E11C0B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22400"/>
    <w:rPr>
      <w:lang w:eastAsia="en-US"/>
    </w:rPr>
  </w:style>
  <w:style w:type="character" w:customStyle="1" w:styleId="BodyText2Char1">
    <w:name w:val="Body Text 2 Char1"/>
    <w:link w:val="BodyText2"/>
    <w:uiPriority w:val="99"/>
    <w:locked/>
    <w:rsid w:val="00E11C0B"/>
    <w:rPr>
      <w:sz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8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8E7013986F80C1F42358C01C09B30B4E6D31F7D91B4F448B029D8E3D09P3F" TargetMode="External"/><Relationship Id="rId13" Type="http://schemas.openxmlformats.org/officeDocument/2006/relationships/hyperlink" Target="consultantplus://offline/ref=8C41AF8ABEA6E811F9D220DE1A4F30B31A1BB2BB6ADBE7A22AE6F5B71E6Cf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F8E7013986F80C1F42358C01C09B30B4E6C33F5D41B4F448B029D8E3D9342EDD5A3D954DB31742A01PEF" TargetMode="External"/><Relationship Id="rId12" Type="http://schemas.openxmlformats.org/officeDocument/2006/relationships/hyperlink" Target="consultantplus://offline/ref=0F8E7013986F80C1F42358C01C09B30B4E6C33F5D41B4F448B029D8E3D9342EDD5A3D954DB31762C01P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F8E7013986F80C1F42358C01C09B30B4E6D30F6DE194F448B029D8E3D9342EDD5A3D954DB31702801PEF" TargetMode="External"/><Relationship Id="rId11" Type="http://schemas.openxmlformats.org/officeDocument/2006/relationships/hyperlink" Target="consultantplus://offline/ref=ECDBACAE50B9EF34397AC05686CD1B428373D37BACE9357906DFC0CB5754qFF" TargetMode="External"/><Relationship Id="rId5" Type="http://schemas.openxmlformats.org/officeDocument/2006/relationships/hyperlink" Target="http://docs.cntd.ru/document/902053196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F8E7013986F80C1F42358C01C09B30B4E6C37F6D81C4F448B029D8E3D09P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8E7013986F80C1F42358C01C09B30B4E6C33F5D41B4F448B029D8E3D09P3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350</TotalTime>
  <Pages>8</Pages>
  <Words>2466</Words>
  <Characters>14058</Characters>
  <Application>Microsoft Office Outlook</Application>
  <DocSecurity>0</DocSecurity>
  <Lines>0</Lines>
  <Paragraphs>0</Paragraphs>
  <ScaleCrop>false</ScaleCrop>
  <Company>АГНОиПНО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</dc:title>
  <dc:subject/>
  <dc:creator>Конищева</dc:creator>
  <cp:keywords/>
  <dc:description/>
  <cp:lastModifiedBy>chay</cp:lastModifiedBy>
  <cp:revision>10</cp:revision>
  <cp:lastPrinted>2016-11-08T08:51:00Z</cp:lastPrinted>
  <dcterms:created xsi:type="dcterms:W3CDTF">2016-05-18T06:58:00Z</dcterms:created>
  <dcterms:modified xsi:type="dcterms:W3CDTF">2016-11-08T09:09:00Z</dcterms:modified>
</cp:coreProperties>
</file>